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ED421" w14:textId="77777777" w:rsidR="00287BC7" w:rsidRPr="00287BC7" w:rsidRDefault="00BD5F13" w:rsidP="00287BC7">
      <w:pPr>
        <w:spacing w:line="360" w:lineRule="auto"/>
        <w:jc w:val="center"/>
        <w:rPr>
          <w:rFonts w:ascii="Verdana" w:hAnsi="Verdana"/>
          <w:b/>
        </w:rPr>
      </w:pPr>
      <w:r w:rsidRPr="00287BC7">
        <w:rPr>
          <w:rFonts w:ascii="Verdana" w:hAnsi="Verdana"/>
          <w:b/>
          <w:noProof/>
        </w:rPr>
        <w:drawing>
          <wp:anchor distT="0" distB="0" distL="114300" distR="114300" simplePos="0" relativeHeight="251658240" behindDoc="0" locked="0" layoutInCell="1" allowOverlap="0" wp14:editId="442E4A5D">
            <wp:simplePos x="0" y="0"/>
            <wp:positionH relativeFrom="column">
              <wp:posOffset>-914400</wp:posOffset>
            </wp:positionH>
            <wp:positionV relativeFrom="paragraph">
              <wp:posOffset>-914400</wp:posOffset>
            </wp:positionV>
            <wp:extent cx="7771765" cy="10077450"/>
            <wp:effectExtent l="0" t="0" r="0" b="0"/>
            <wp:wrapTopAndBottom/>
            <wp:docPr id="1" name="Picture 1" descr="C:\Users\Melody\Desktop\Resell SRC June (Firesales)\Firesales-may\Ecovers\firesalesuncovered-f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ody\Desktop\Resell SRC June (Firesales)\Firesales-may\Ecovers\firesalesuncovered-fla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1765" cy="10077450"/>
                    </a:xfrm>
                    <a:prstGeom prst="rect">
                      <a:avLst/>
                    </a:prstGeom>
                    <a:noFill/>
                    <a:ln>
                      <a:noFill/>
                    </a:ln>
                    <a:extLst>
                      <a:ext uri="{909E8E84-426E-40DD-AFC4-6F175D3DCCD1}">
                        <a14:hiddenFill xmlns:a14="http://schemas.microsoft.com/office/drawing/2010/main">
                          <a:solidFill>
                            <a:srgbClr val="FFFFFF" mc:Ignorable=""/>
                          </a:solidFill>
                        </a14:hiddenFill>
                      </a:ext>
                      <a:ext uri="{91240B29-F687-4F45-9708-019B960494DF}">
                        <a14:hiddenLine xmlns:a14="http://schemas.microsoft.com/office/drawing/2010/main" w="9525">
                          <a:solidFill>
                            <a:srgbClr val="000000" mc:Ignorable=""/>
                          </a:solidFill>
                          <a:miter lim="800000"/>
                          <a:headEnd/>
                          <a:tailEnd/>
                        </a14:hiddenLine>
                      </a:ext>
                    </a:extLst>
                  </pic:spPr>
                </pic:pic>
              </a:graphicData>
            </a:graphic>
            <wp14:sizeRelH relativeFrom="margin">
              <wp14:pctWidth>0</wp14:pctWidth>
            </wp14:sizeRelH>
            <wp14:sizeRelV relativeFrom="margin">
              <wp14:pctHeight>0</wp14:pctHeight>
            </wp14:sizeRelV>
          </wp:anchor>
        </w:drawing>
      </w:r>
    </w:p>
    <w:p w14:paraId="55ECDFA3" w14:textId="77777777" w:rsidR="00287BC7" w:rsidRPr="00287BC7" w:rsidRDefault="00287BC7" w:rsidP="00287BC7">
      <w:pPr>
        <w:spacing w:line="360" w:lineRule="auto"/>
        <w:rPr>
          <w:rFonts w:ascii="Verdana" w:hAnsi="Verdana"/>
          <w:b/>
        </w:rPr>
      </w:pPr>
    </w:p>
    <w:p w14:paraId="7B4C4E65" w14:textId="77777777" w:rsidR="00CC7D76" w:rsidRPr="00287BC7" w:rsidRDefault="00BD3A78" w:rsidP="00287BC7">
      <w:pPr>
        <w:spacing w:line="360" w:lineRule="auto"/>
        <w:jc w:val="center"/>
        <w:rPr>
          <w:rFonts w:ascii="Verdana" w:hAnsi="Verdana"/>
          <w:b/>
          <w:color w:val="C00000"/>
          <w:sz w:val="32"/>
          <w:szCs w:val="32"/>
        </w:rPr>
      </w:pPr>
      <w:r w:rsidRPr="00287BC7">
        <w:rPr>
          <w:rFonts w:ascii="Verdana" w:hAnsi="Verdana"/>
          <w:b/>
          <w:color w:val="C00000"/>
          <w:sz w:val="32"/>
          <w:szCs w:val="32"/>
        </w:rPr>
        <w:t>Fire Sales Uncovered</w:t>
      </w:r>
    </w:p>
    <w:p w14:paraId="39688542" w14:textId="77777777" w:rsidR="00CC7D76" w:rsidRDefault="00CC7D76" w:rsidP="00287BC7">
      <w:pPr>
        <w:spacing w:line="360" w:lineRule="auto"/>
        <w:rPr>
          <w:rFonts w:ascii="Verdana" w:hAnsi="Verdana"/>
        </w:rPr>
      </w:pPr>
    </w:p>
    <w:p w14:paraId="79CD0585" w14:textId="77777777" w:rsidR="00287BC7" w:rsidRPr="00287BC7" w:rsidRDefault="00287BC7" w:rsidP="00287BC7">
      <w:pPr>
        <w:spacing w:line="360" w:lineRule="auto"/>
        <w:rPr>
          <w:rFonts w:ascii="Verdana" w:hAnsi="Verdana"/>
        </w:rPr>
      </w:pPr>
    </w:p>
    <w:p w14:paraId="4959C9A2" w14:textId="77777777" w:rsidR="009E46D5" w:rsidRPr="00287BC7" w:rsidRDefault="009E46D5" w:rsidP="00287BC7">
      <w:pPr>
        <w:spacing w:line="360" w:lineRule="auto"/>
        <w:rPr>
          <w:rFonts w:ascii="Verdana" w:hAnsi="Verdana"/>
          <w:b/>
          <w:color w:val="C00000"/>
          <w:sz w:val="28"/>
          <w:szCs w:val="28"/>
        </w:rPr>
      </w:pPr>
      <w:r w:rsidRPr="00287BC7">
        <w:rPr>
          <w:rFonts w:ascii="Verdana" w:hAnsi="Verdana"/>
          <w:b/>
          <w:color w:val="C00000"/>
          <w:sz w:val="28"/>
          <w:szCs w:val="28"/>
        </w:rPr>
        <w:t xml:space="preserve">What </w:t>
      </w:r>
      <w:r w:rsidR="0082305F" w:rsidRPr="00287BC7">
        <w:rPr>
          <w:rFonts w:ascii="Verdana" w:hAnsi="Verdana"/>
          <w:b/>
          <w:color w:val="C00000"/>
          <w:sz w:val="28"/>
          <w:szCs w:val="28"/>
        </w:rPr>
        <w:t>Is A Fire Sale?</w:t>
      </w:r>
    </w:p>
    <w:p w14:paraId="14993188" w14:textId="77777777" w:rsidR="00042E32" w:rsidRPr="00287BC7" w:rsidRDefault="00042E32" w:rsidP="00287BC7">
      <w:pPr>
        <w:spacing w:line="360" w:lineRule="auto"/>
        <w:rPr>
          <w:rFonts w:ascii="Verdana" w:hAnsi="Verdana"/>
        </w:rPr>
      </w:pPr>
    </w:p>
    <w:p w14:paraId="540DF48A" w14:textId="77777777" w:rsidR="00F41581" w:rsidRPr="00287BC7" w:rsidRDefault="00042E32" w:rsidP="00287BC7">
      <w:pPr>
        <w:spacing w:line="360" w:lineRule="auto"/>
        <w:rPr>
          <w:rFonts w:ascii="Verdana" w:hAnsi="Verdana"/>
        </w:rPr>
      </w:pPr>
      <w:r w:rsidRPr="00287BC7">
        <w:rPr>
          <w:rFonts w:ascii="Verdana" w:hAnsi="Verdana"/>
        </w:rPr>
        <w:t xml:space="preserve">Business owners both online and off have long </w:t>
      </w:r>
      <w:r w:rsidR="00F41581" w:rsidRPr="00287BC7">
        <w:rPr>
          <w:rFonts w:ascii="Verdana" w:hAnsi="Verdana"/>
        </w:rPr>
        <w:t>understood</w:t>
      </w:r>
      <w:r w:rsidRPr="00287BC7">
        <w:rPr>
          <w:rFonts w:ascii="Verdana" w:hAnsi="Verdana"/>
        </w:rPr>
        <w:t xml:space="preserve"> the value of </w:t>
      </w:r>
      <w:r w:rsidR="00F41581" w:rsidRPr="00287BC7">
        <w:rPr>
          <w:rFonts w:ascii="Verdana" w:hAnsi="Verdana"/>
        </w:rPr>
        <w:t xml:space="preserve">holding </w:t>
      </w:r>
      <w:r w:rsidRPr="00287BC7">
        <w:rPr>
          <w:rFonts w:ascii="Verdana" w:hAnsi="Verdana"/>
        </w:rPr>
        <w:t xml:space="preserve">a fire sale. </w:t>
      </w:r>
      <w:r w:rsidR="00F41581" w:rsidRPr="00287BC7">
        <w:rPr>
          <w:rFonts w:ascii="Verdana" w:hAnsi="Verdana"/>
        </w:rPr>
        <w:t xml:space="preserve">It’s a highly effective way to accomplish a number of business goals. </w:t>
      </w:r>
      <w:proofErr w:type="gramStart"/>
      <w:r w:rsidR="00F41581" w:rsidRPr="00287BC7">
        <w:rPr>
          <w:rFonts w:ascii="Verdana" w:hAnsi="Verdana"/>
        </w:rPr>
        <w:t>The least of which is raising a lot of money quickly.</w:t>
      </w:r>
      <w:proofErr w:type="gramEnd"/>
    </w:p>
    <w:p w14:paraId="366B2C92" w14:textId="77777777" w:rsidR="00F41581" w:rsidRPr="00287BC7" w:rsidRDefault="00F41581" w:rsidP="00287BC7">
      <w:pPr>
        <w:spacing w:line="360" w:lineRule="auto"/>
        <w:rPr>
          <w:rFonts w:ascii="Verdana" w:hAnsi="Verdana"/>
        </w:rPr>
      </w:pPr>
    </w:p>
    <w:p w14:paraId="4899C018" w14:textId="77777777" w:rsidR="00F41581" w:rsidRPr="00287BC7" w:rsidRDefault="00F41581" w:rsidP="00287BC7">
      <w:pPr>
        <w:spacing w:line="360" w:lineRule="auto"/>
        <w:rPr>
          <w:rFonts w:ascii="Verdana" w:hAnsi="Verdana"/>
        </w:rPr>
      </w:pPr>
      <w:r w:rsidRPr="00287BC7">
        <w:rPr>
          <w:rFonts w:ascii="Verdana" w:hAnsi="Verdana"/>
        </w:rPr>
        <w:t xml:space="preserve">You’ve no doubt seen these fire sales. Car dealers advertising, “Everything must go.” </w:t>
      </w:r>
      <w:proofErr w:type="gramStart"/>
      <w:r w:rsidRPr="00287BC7">
        <w:rPr>
          <w:rFonts w:ascii="Verdana" w:hAnsi="Verdana"/>
        </w:rPr>
        <w:t>The online e-tailer who is clearing out their product catalog and practically giving everything away</w:t>
      </w:r>
      <w:r w:rsidR="00BD3A78" w:rsidRPr="00287BC7">
        <w:rPr>
          <w:rFonts w:ascii="Verdana" w:hAnsi="Verdana"/>
        </w:rPr>
        <w:t>.</w:t>
      </w:r>
      <w:proofErr w:type="gramEnd"/>
      <w:r w:rsidR="00BD3A78" w:rsidRPr="00287BC7">
        <w:rPr>
          <w:rFonts w:ascii="Verdana" w:hAnsi="Verdana"/>
        </w:rPr>
        <w:t xml:space="preserve"> </w:t>
      </w:r>
    </w:p>
    <w:p w14:paraId="4D6B3781" w14:textId="77777777" w:rsidR="00F41581" w:rsidRPr="00287BC7" w:rsidRDefault="00F41581" w:rsidP="00287BC7">
      <w:pPr>
        <w:spacing w:line="360" w:lineRule="auto"/>
        <w:rPr>
          <w:rFonts w:ascii="Verdana" w:hAnsi="Verdana"/>
        </w:rPr>
      </w:pPr>
    </w:p>
    <w:p w14:paraId="253D2116" w14:textId="77777777" w:rsidR="00F41581" w:rsidRPr="00287BC7" w:rsidRDefault="00F41581" w:rsidP="00287BC7">
      <w:pPr>
        <w:spacing w:line="360" w:lineRule="auto"/>
        <w:rPr>
          <w:rFonts w:ascii="Verdana" w:hAnsi="Verdana"/>
        </w:rPr>
      </w:pPr>
      <w:r w:rsidRPr="00287BC7">
        <w:rPr>
          <w:rFonts w:ascii="Verdana" w:hAnsi="Verdana"/>
        </w:rPr>
        <w:t>A Fire sale is defined as “an emergency clearance sale at greatly reduced prices. Originally, a sale of product that had been damaged by fire or that could no longer be stored because the storage facility had been destroyed by fire necessitating immediate sale or loss of value</w:t>
      </w:r>
      <w:r w:rsidR="009E4626" w:rsidRPr="00287BC7">
        <w:rPr>
          <w:rFonts w:ascii="Verdana" w:hAnsi="Verdana"/>
        </w:rPr>
        <w:t>.”</w:t>
      </w:r>
    </w:p>
    <w:p w14:paraId="352B1EF0" w14:textId="77777777" w:rsidR="00F41581" w:rsidRPr="00287BC7" w:rsidRDefault="00F41581" w:rsidP="00287BC7">
      <w:pPr>
        <w:spacing w:line="360" w:lineRule="auto"/>
        <w:rPr>
          <w:rFonts w:ascii="Verdana" w:hAnsi="Verdana"/>
        </w:rPr>
      </w:pPr>
    </w:p>
    <w:p w14:paraId="524E9DC6" w14:textId="77777777" w:rsidR="00F41581" w:rsidRPr="00287BC7" w:rsidRDefault="009E4626" w:rsidP="00287BC7">
      <w:pPr>
        <w:spacing w:line="360" w:lineRule="auto"/>
        <w:rPr>
          <w:rFonts w:ascii="Verdana" w:hAnsi="Verdana"/>
        </w:rPr>
      </w:pPr>
      <w:r w:rsidRPr="00287BC7">
        <w:rPr>
          <w:rFonts w:ascii="Verdana" w:hAnsi="Verdana"/>
        </w:rPr>
        <w:t>However, as you well know, most fire sales have nothing to do with fires</w:t>
      </w:r>
      <w:r w:rsidR="00BD3A78" w:rsidRPr="00287BC7">
        <w:rPr>
          <w:rFonts w:ascii="Verdana" w:hAnsi="Verdana"/>
        </w:rPr>
        <w:t xml:space="preserve">. </w:t>
      </w:r>
      <w:r w:rsidRPr="00287BC7">
        <w:rPr>
          <w:rFonts w:ascii="Verdana" w:hAnsi="Verdana"/>
        </w:rPr>
        <w:t>It’s an old phrase that was carried along and re-applied to a way of doing business</w:t>
      </w:r>
      <w:r w:rsidR="00BD3A78" w:rsidRPr="00287BC7">
        <w:rPr>
          <w:rFonts w:ascii="Verdana" w:hAnsi="Verdana"/>
        </w:rPr>
        <w:t xml:space="preserve">. </w:t>
      </w:r>
      <w:r w:rsidRPr="00287BC7">
        <w:rPr>
          <w:rFonts w:ascii="Verdana" w:hAnsi="Verdana"/>
        </w:rPr>
        <w:t>Now it might be more clearly defined as a sale of assets at extremely low prices.</w:t>
      </w:r>
    </w:p>
    <w:p w14:paraId="2D07A4CD" w14:textId="77777777" w:rsidR="00755BDC" w:rsidRPr="00287BC7" w:rsidRDefault="00755BDC" w:rsidP="00287BC7">
      <w:pPr>
        <w:spacing w:line="360" w:lineRule="auto"/>
        <w:rPr>
          <w:rFonts w:ascii="Verdana" w:hAnsi="Verdana"/>
        </w:rPr>
      </w:pPr>
    </w:p>
    <w:p w14:paraId="194A0738" w14:textId="77777777" w:rsidR="00755BDC" w:rsidRPr="00287BC7" w:rsidRDefault="00755BDC" w:rsidP="00287BC7">
      <w:pPr>
        <w:spacing w:line="360" w:lineRule="auto"/>
        <w:rPr>
          <w:rFonts w:ascii="Verdana" w:hAnsi="Verdana"/>
        </w:rPr>
      </w:pPr>
      <w:r w:rsidRPr="00287BC7">
        <w:rPr>
          <w:rFonts w:ascii="Verdana" w:hAnsi="Verdana"/>
        </w:rPr>
        <w:t>One common and effective model for a fire sale works like this:</w:t>
      </w:r>
    </w:p>
    <w:p w14:paraId="4803B268" w14:textId="77777777" w:rsidR="00755BDC" w:rsidRPr="00287BC7" w:rsidRDefault="00755BDC" w:rsidP="00287BC7">
      <w:pPr>
        <w:spacing w:line="360" w:lineRule="auto"/>
        <w:rPr>
          <w:rFonts w:ascii="Verdana" w:hAnsi="Verdana"/>
        </w:rPr>
      </w:pPr>
    </w:p>
    <w:p w14:paraId="50E0090F" w14:textId="77777777" w:rsidR="00755BDC" w:rsidRPr="00287BC7" w:rsidRDefault="00755BDC" w:rsidP="00287BC7">
      <w:pPr>
        <w:spacing w:line="360" w:lineRule="auto"/>
        <w:rPr>
          <w:rFonts w:ascii="Verdana" w:hAnsi="Verdana"/>
        </w:rPr>
      </w:pPr>
      <w:r w:rsidRPr="00287BC7">
        <w:rPr>
          <w:rFonts w:ascii="Verdana" w:hAnsi="Verdana"/>
        </w:rPr>
        <w:t>You start out selling a product at a very low price, and then every few days, the price goes up. This usually lasts for 7-days, and then the offer is pulled off the table forever.</w:t>
      </w:r>
    </w:p>
    <w:p w14:paraId="3DC87704" w14:textId="77777777" w:rsidR="00755BDC" w:rsidRPr="00287BC7" w:rsidRDefault="00755BDC" w:rsidP="00287BC7">
      <w:pPr>
        <w:spacing w:line="360" w:lineRule="auto"/>
        <w:rPr>
          <w:rFonts w:ascii="Verdana" w:hAnsi="Verdana"/>
        </w:rPr>
      </w:pPr>
    </w:p>
    <w:p w14:paraId="4E8AA3E0" w14:textId="77777777" w:rsidR="00755BDC" w:rsidRPr="00287BC7" w:rsidRDefault="00755BDC" w:rsidP="00287BC7">
      <w:pPr>
        <w:spacing w:line="360" w:lineRule="auto"/>
        <w:rPr>
          <w:rFonts w:ascii="Verdana" w:hAnsi="Verdana"/>
        </w:rPr>
      </w:pPr>
      <w:r w:rsidRPr="00287BC7">
        <w:rPr>
          <w:rFonts w:ascii="Verdana" w:hAnsi="Verdana"/>
        </w:rPr>
        <w:t xml:space="preserve">In other fire sale it involves selling a valuable package of items for such a tremendous bargain that people rush to your site to buy. If the package is really a bargain, it becomes </w:t>
      </w:r>
      <w:r w:rsidR="00BD3A78" w:rsidRPr="00287BC7">
        <w:rPr>
          <w:rFonts w:ascii="Verdana" w:hAnsi="Verdana"/>
        </w:rPr>
        <w:t>irresistible</w:t>
      </w:r>
      <w:r w:rsidRPr="00287BC7">
        <w:rPr>
          <w:rFonts w:ascii="Verdana" w:hAnsi="Verdana"/>
        </w:rPr>
        <w:t>, and your conversion rate skyrockets as do your profits</w:t>
      </w:r>
      <w:r w:rsidR="00BD3A78" w:rsidRPr="00287BC7">
        <w:rPr>
          <w:rFonts w:ascii="Verdana" w:hAnsi="Verdana"/>
        </w:rPr>
        <w:t xml:space="preserve">. </w:t>
      </w:r>
      <w:r w:rsidRPr="00287BC7">
        <w:rPr>
          <w:rFonts w:ascii="Verdana" w:hAnsi="Verdana"/>
        </w:rPr>
        <w:t xml:space="preserve">In this model you may notice the term “Package of items.” </w:t>
      </w:r>
    </w:p>
    <w:p w14:paraId="37BDB6E5" w14:textId="77777777" w:rsidR="00755BDC" w:rsidRPr="00287BC7" w:rsidRDefault="00755BDC" w:rsidP="00287BC7">
      <w:pPr>
        <w:spacing w:line="360" w:lineRule="auto"/>
        <w:rPr>
          <w:rFonts w:ascii="Verdana" w:hAnsi="Verdana"/>
        </w:rPr>
      </w:pPr>
    </w:p>
    <w:p w14:paraId="041E45F6" w14:textId="77777777" w:rsidR="00755BDC" w:rsidRPr="00287BC7" w:rsidRDefault="00755BDC" w:rsidP="00287BC7">
      <w:pPr>
        <w:spacing w:line="360" w:lineRule="auto"/>
        <w:rPr>
          <w:rFonts w:ascii="Verdana" w:hAnsi="Verdana"/>
        </w:rPr>
      </w:pPr>
      <w:r w:rsidRPr="00287BC7">
        <w:rPr>
          <w:rFonts w:ascii="Verdana" w:hAnsi="Verdana"/>
        </w:rPr>
        <w:t>If you’re turning away because you don’t have a number of items in your product catalog or you don’t have that many you want to discount significantly, know that many fire sales are held with other people’s products. We’re talking about joint venture partnerships, resell products and PLR.</w:t>
      </w:r>
    </w:p>
    <w:p w14:paraId="186EAEE2" w14:textId="77777777" w:rsidR="009E4626" w:rsidRPr="00287BC7" w:rsidRDefault="009E4626" w:rsidP="00287BC7">
      <w:pPr>
        <w:spacing w:line="360" w:lineRule="auto"/>
        <w:rPr>
          <w:rFonts w:ascii="Verdana" w:hAnsi="Verdana"/>
        </w:rPr>
      </w:pPr>
    </w:p>
    <w:p w14:paraId="6937D6A3" w14:textId="77777777" w:rsidR="009E4626" w:rsidRPr="00287BC7" w:rsidRDefault="009E4626" w:rsidP="00287BC7">
      <w:pPr>
        <w:spacing w:line="360" w:lineRule="auto"/>
        <w:rPr>
          <w:rFonts w:ascii="Verdana" w:hAnsi="Verdana"/>
        </w:rPr>
      </w:pPr>
      <w:r w:rsidRPr="00287BC7">
        <w:rPr>
          <w:rFonts w:ascii="Verdana" w:hAnsi="Verdana"/>
        </w:rPr>
        <w:t>One might think that a fire sale has everything to do with raising money fast. That’s not entirely true. While a fire sale is quite effective at generating cash quickly and there are definitely reasons to do this like:</w:t>
      </w:r>
    </w:p>
    <w:p w14:paraId="1E321072" w14:textId="77777777" w:rsidR="009E4626" w:rsidRPr="00287BC7" w:rsidRDefault="009E4626" w:rsidP="00287BC7">
      <w:pPr>
        <w:spacing w:line="360" w:lineRule="auto"/>
        <w:rPr>
          <w:rFonts w:ascii="Verdana" w:hAnsi="Verdana"/>
        </w:rPr>
      </w:pPr>
    </w:p>
    <w:p w14:paraId="01ADA81B" w14:textId="77777777" w:rsidR="009E4626" w:rsidRPr="00287BC7" w:rsidRDefault="009E4626" w:rsidP="00287BC7">
      <w:pPr>
        <w:pStyle w:val="ListParagraph"/>
        <w:numPr>
          <w:ilvl w:val="0"/>
          <w:numId w:val="1"/>
        </w:numPr>
        <w:spacing w:before="120" w:after="120" w:line="360" w:lineRule="auto"/>
        <w:contextualSpacing w:val="0"/>
        <w:rPr>
          <w:rFonts w:ascii="Verdana" w:hAnsi="Verdana"/>
        </w:rPr>
      </w:pPr>
      <w:r w:rsidRPr="00287BC7">
        <w:rPr>
          <w:rFonts w:ascii="Verdana" w:hAnsi="Verdana"/>
        </w:rPr>
        <w:t>Family emergency</w:t>
      </w:r>
    </w:p>
    <w:p w14:paraId="7E16BA3E" w14:textId="77777777" w:rsidR="009E4626" w:rsidRPr="00287BC7" w:rsidRDefault="009E4626" w:rsidP="00287BC7">
      <w:pPr>
        <w:pStyle w:val="ListParagraph"/>
        <w:numPr>
          <w:ilvl w:val="0"/>
          <w:numId w:val="1"/>
        </w:numPr>
        <w:spacing w:before="120" w:after="120" w:line="360" w:lineRule="auto"/>
        <w:contextualSpacing w:val="0"/>
        <w:rPr>
          <w:rFonts w:ascii="Verdana" w:hAnsi="Verdana"/>
        </w:rPr>
      </w:pPr>
      <w:r w:rsidRPr="00287BC7">
        <w:rPr>
          <w:rFonts w:ascii="Verdana" w:hAnsi="Verdana"/>
        </w:rPr>
        <w:t>Bankruptcy</w:t>
      </w:r>
    </w:p>
    <w:p w14:paraId="48F3E3B2" w14:textId="77777777" w:rsidR="009E4626" w:rsidRPr="00287BC7" w:rsidRDefault="009E4626" w:rsidP="00287BC7">
      <w:pPr>
        <w:pStyle w:val="ListParagraph"/>
        <w:numPr>
          <w:ilvl w:val="0"/>
          <w:numId w:val="1"/>
        </w:numPr>
        <w:spacing w:before="120" w:after="120" w:line="360" w:lineRule="auto"/>
        <w:contextualSpacing w:val="0"/>
        <w:rPr>
          <w:rFonts w:ascii="Verdana" w:hAnsi="Verdana"/>
        </w:rPr>
      </w:pPr>
      <w:r w:rsidRPr="00287BC7">
        <w:rPr>
          <w:rFonts w:ascii="Verdana" w:hAnsi="Verdana"/>
        </w:rPr>
        <w:t>New business opportunity requiring lots of cash</w:t>
      </w:r>
    </w:p>
    <w:p w14:paraId="4F730824" w14:textId="77777777" w:rsidR="009E4626" w:rsidRPr="00287BC7" w:rsidRDefault="009E4626" w:rsidP="00287BC7">
      <w:pPr>
        <w:spacing w:line="360" w:lineRule="auto"/>
        <w:rPr>
          <w:rFonts w:ascii="Verdana" w:hAnsi="Verdana"/>
        </w:rPr>
      </w:pPr>
    </w:p>
    <w:p w14:paraId="0B0C3D2D" w14:textId="77777777" w:rsidR="009E4626" w:rsidRPr="00287BC7" w:rsidRDefault="009E4626" w:rsidP="00287BC7">
      <w:pPr>
        <w:spacing w:line="360" w:lineRule="auto"/>
        <w:rPr>
          <w:rFonts w:ascii="Verdana" w:hAnsi="Verdana"/>
        </w:rPr>
      </w:pPr>
      <w:r w:rsidRPr="00287BC7">
        <w:rPr>
          <w:rFonts w:ascii="Verdana" w:hAnsi="Verdana"/>
        </w:rPr>
        <w:t xml:space="preserve">A fire sale can actually work to help build and grow your business. </w:t>
      </w:r>
    </w:p>
    <w:p w14:paraId="6F9390A1" w14:textId="77777777" w:rsidR="00F41581" w:rsidRPr="00287BC7" w:rsidRDefault="00F41581" w:rsidP="00287BC7">
      <w:pPr>
        <w:spacing w:line="360" w:lineRule="auto"/>
        <w:rPr>
          <w:rFonts w:ascii="Verdana" w:hAnsi="Verdana"/>
        </w:rPr>
      </w:pPr>
    </w:p>
    <w:p w14:paraId="0B2073EB" w14:textId="77777777" w:rsidR="00E226E1" w:rsidRDefault="00E226E1" w:rsidP="00287BC7">
      <w:pPr>
        <w:spacing w:line="360" w:lineRule="auto"/>
        <w:rPr>
          <w:rFonts w:ascii="Verdana" w:hAnsi="Verdana"/>
          <w:b/>
        </w:rPr>
      </w:pPr>
    </w:p>
    <w:p w14:paraId="770BA269" w14:textId="77777777" w:rsidR="00287BC7" w:rsidRDefault="00287BC7" w:rsidP="00287BC7">
      <w:pPr>
        <w:spacing w:line="360" w:lineRule="auto"/>
        <w:rPr>
          <w:rFonts w:ascii="Verdana" w:hAnsi="Verdana"/>
          <w:b/>
        </w:rPr>
      </w:pPr>
    </w:p>
    <w:p w14:paraId="14627E26" w14:textId="77777777" w:rsidR="00287BC7" w:rsidRDefault="00287BC7" w:rsidP="00287BC7">
      <w:pPr>
        <w:spacing w:line="360" w:lineRule="auto"/>
        <w:rPr>
          <w:rFonts w:ascii="Verdana" w:hAnsi="Verdana"/>
          <w:b/>
        </w:rPr>
      </w:pPr>
    </w:p>
    <w:p w14:paraId="218E2FC7" w14:textId="77777777" w:rsidR="00287BC7" w:rsidRDefault="00287BC7" w:rsidP="00287BC7">
      <w:pPr>
        <w:spacing w:line="360" w:lineRule="auto"/>
        <w:rPr>
          <w:rFonts w:ascii="Verdana" w:hAnsi="Verdana"/>
          <w:b/>
        </w:rPr>
      </w:pPr>
    </w:p>
    <w:p w14:paraId="66CBB311" w14:textId="77777777" w:rsidR="00287BC7" w:rsidRPr="00287BC7" w:rsidRDefault="00287BC7" w:rsidP="00287BC7">
      <w:pPr>
        <w:spacing w:line="360" w:lineRule="auto"/>
        <w:rPr>
          <w:rFonts w:ascii="Verdana" w:hAnsi="Verdana"/>
          <w:b/>
        </w:rPr>
      </w:pPr>
    </w:p>
    <w:p w14:paraId="2FA181D9" w14:textId="77777777" w:rsidR="00042E32" w:rsidRPr="00287BC7" w:rsidRDefault="00042E32" w:rsidP="00287BC7">
      <w:pPr>
        <w:spacing w:line="360" w:lineRule="auto"/>
        <w:rPr>
          <w:rFonts w:ascii="Verdana" w:hAnsi="Verdana"/>
          <w:b/>
          <w:color w:val="C00000"/>
          <w:sz w:val="28"/>
          <w:szCs w:val="28"/>
        </w:rPr>
      </w:pPr>
      <w:r w:rsidRPr="00287BC7">
        <w:rPr>
          <w:rFonts w:ascii="Verdana" w:hAnsi="Verdana"/>
          <w:b/>
          <w:color w:val="C00000"/>
          <w:sz w:val="28"/>
          <w:szCs w:val="28"/>
        </w:rPr>
        <w:lastRenderedPageBreak/>
        <w:t xml:space="preserve">Why </w:t>
      </w:r>
      <w:r w:rsidR="009E4626" w:rsidRPr="00287BC7">
        <w:rPr>
          <w:rFonts w:ascii="Verdana" w:hAnsi="Verdana"/>
          <w:b/>
          <w:color w:val="C00000"/>
          <w:sz w:val="28"/>
          <w:szCs w:val="28"/>
        </w:rPr>
        <w:t>Fire Sales Work – Buying Triggers</w:t>
      </w:r>
    </w:p>
    <w:p w14:paraId="61FF202C" w14:textId="77777777" w:rsidR="009E4626" w:rsidRPr="00287BC7" w:rsidRDefault="009E4626" w:rsidP="00287BC7">
      <w:pPr>
        <w:spacing w:line="360" w:lineRule="auto"/>
        <w:rPr>
          <w:rFonts w:ascii="Verdana" w:hAnsi="Verdana"/>
          <w:b/>
        </w:rPr>
      </w:pPr>
    </w:p>
    <w:p w14:paraId="1382169F" w14:textId="77777777" w:rsidR="00DC5671" w:rsidRPr="00287BC7" w:rsidRDefault="009E4626" w:rsidP="00287BC7">
      <w:pPr>
        <w:spacing w:line="360" w:lineRule="auto"/>
        <w:rPr>
          <w:rFonts w:ascii="Verdana" w:hAnsi="Verdana"/>
        </w:rPr>
      </w:pPr>
      <w:r w:rsidRPr="00287BC7">
        <w:rPr>
          <w:rFonts w:ascii="Verdana" w:hAnsi="Verdana"/>
        </w:rPr>
        <w:t>Before we dive into why you might want to host a fire sale and what elements are required for success. It’s important to understand why fire sales work</w:t>
      </w:r>
      <w:r w:rsidR="00BD3A78" w:rsidRPr="00287BC7">
        <w:rPr>
          <w:rFonts w:ascii="Verdana" w:hAnsi="Verdana"/>
        </w:rPr>
        <w:t xml:space="preserve">. </w:t>
      </w:r>
    </w:p>
    <w:p w14:paraId="00AA950D" w14:textId="77777777" w:rsidR="00A9184D" w:rsidRPr="00287BC7" w:rsidRDefault="00A9184D" w:rsidP="00287BC7">
      <w:pPr>
        <w:spacing w:line="360" w:lineRule="auto"/>
        <w:rPr>
          <w:rFonts w:ascii="Verdana" w:hAnsi="Verdana"/>
        </w:rPr>
      </w:pPr>
    </w:p>
    <w:p w14:paraId="2B24CB8C" w14:textId="77777777" w:rsidR="00A9184D" w:rsidRPr="00287BC7" w:rsidRDefault="00A9184D" w:rsidP="00287BC7">
      <w:pPr>
        <w:spacing w:line="360" w:lineRule="auto"/>
        <w:rPr>
          <w:rFonts w:ascii="Verdana" w:hAnsi="Verdana"/>
          <w:b/>
        </w:rPr>
      </w:pPr>
      <w:r w:rsidRPr="00287BC7">
        <w:rPr>
          <w:rFonts w:ascii="Verdana" w:hAnsi="Verdana"/>
          <w:b/>
        </w:rPr>
        <w:t>Price</w:t>
      </w:r>
    </w:p>
    <w:p w14:paraId="3DA179B3" w14:textId="77777777" w:rsidR="00A9184D" w:rsidRPr="00287BC7" w:rsidRDefault="00A9184D" w:rsidP="00287BC7">
      <w:pPr>
        <w:spacing w:line="360" w:lineRule="auto"/>
        <w:rPr>
          <w:rFonts w:ascii="Verdana" w:hAnsi="Verdana"/>
        </w:rPr>
      </w:pPr>
    </w:p>
    <w:p w14:paraId="76C6A413" w14:textId="77777777" w:rsidR="005D4F17" w:rsidRPr="00287BC7" w:rsidRDefault="00DC5671" w:rsidP="00287BC7">
      <w:pPr>
        <w:spacing w:line="360" w:lineRule="auto"/>
        <w:rPr>
          <w:rFonts w:ascii="Verdana" w:hAnsi="Verdana"/>
        </w:rPr>
      </w:pPr>
      <w:r w:rsidRPr="00287BC7">
        <w:rPr>
          <w:rFonts w:ascii="Verdana" w:hAnsi="Verdana"/>
        </w:rPr>
        <w:t xml:space="preserve">There are many reasons fire sales work and the most obvious buying trigger that they tap into is price. We’re all looking for a bargain and when one is presented to us it’s often difficult to pass up the opportunity. </w:t>
      </w:r>
    </w:p>
    <w:p w14:paraId="3D915F8B" w14:textId="77777777" w:rsidR="005D4F17" w:rsidRPr="00287BC7" w:rsidRDefault="005D4F17" w:rsidP="00287BC7">
      <w:pPr>
        <w:spacing w:line="360" w:lineRule="auto"/>
        <w:rPr>
          <w:rFonts w:ascii="Verdana" w:hAnsi="Verdana"/>
        </w:rPr>
      </w:pPr>
    </w:p>
    <w:p w14:paraId="0D0B2DE4" w14:textId="77777777" w:rsidR="007B6ACC" w:rsidRPr="00287BC7" w:rsidRDefault="00DC5671" w:rsidP="00287BC7">
      <w:pPr>
        <w:spacing w:line="360" w:lineRule="auto"/>
        <w:rPr>
          <w:rFonts w:ascii="Verdana" w:hAnsi="Verdana"/>
        </w:rPr>
      </w:pPr>
      <w:r w:rsidRPr="00287BC7">
        <w:rPr>
          <w:rFonts w:ascii="Verdana" w:hAnsi="Verdana"/>
        </w:rPr>
        <w:t xml:space="preserve">When products are cut down to ‘bargain basement’ prices or you’re ‘practically giving them away’ a very human and normal reaction is to </w:t>
      </w:r>
      <w:r w:rsidR="007B6ACC" w:rsidRPr="00287BC7">
        <w:rPr>
          <w:rFonts w:ascii="Verdana" w:hAnsi="Verdana"/>
        </w:rPr>
        <w:t xml:space="preserve">take advantage of the low prices – even if the product isn’t something we need. </w:t>
      </w:r>
    </w:p>
    <w:p w14:paraId="00EC47DE" w14:textId="77777777" w:rsidR="007B6ACC" w:rsidRPr="00287BC7" w:rsidRDefault="007B6ACC" w:rsidP="00287BC7">
      <w:pPr>
        <w:spacing w:line="360" w:lineRule="auto"/>
        <w:rPr>
          <w:rFonts w:ascii="Verdana" w:hAnsi="Verdana"/>
        </w:rPr>
      </w:pPr>
    </w:p>
    <w:p w14:paraId="038DC06E" w14:textId="77777777" w:rsidR="009E4626" w:rsidRPr="00287BC7" w:rsidRDefault="007B6ACC" w:rsidP="00287BC7">
      <w:pPr>
        <w:spacing w:line="360" w:lineRule="auto"/>
        <w:rPr>
          <w:rFonts w:ascii="Verdana" w:hAnsi="Verdana"/>
        </w:rPr>
      </w:pPr>
      <w:r w:rsidRPr="00287BC7">
        <w:rPr>
          <w:rFonts w:ascii="Verdana" w:hAnsi="Verdana"/>
        </w:rPr>
        <w:t>People buy based on emotional reasons first and foremost</w:t>
      </w:r>
      <w:r w:rsidR="00BD3A78" w:rsidRPr="00287BC7">
        <w:rPr>
          <w:rFonts w:ascii="Verdana" w:hAnsi="Verdana"/>
        </w:rPr>
        <w:t xml:space="preserve">. </w:t>
      </w:r>
      <w:r w:rsidRPr="00287BC7">
        <w:rPr>
          <w:rFonts w:ascii="Verdana" w:hAnsi="Verdana"/>
        </w:rPr>
        <w:t xml:space="preserve">This is why good sales copy always appeals to the emotions and the benefits – what problem are you solving for your prospect?  </w:t>
      </w:r>
    </w:p>
    <w:p w14:paraId="701BF8F3" w14:textId="77777777" w:rsidR="007B6ACC" w:rsidRPr="00287BC7" w:rsidRDefault="007B6ACC" w:rsidP="00287BC7">
      <w:pPr>
        <w:spacing w:line="360" w:lineRule="auto"/>
        <w:rPr>
          <w:rFonts w:ascii="Verdana" w:hAnsi="Verdana"/>
        </w:rPr>
      </w:pPr>
    </w:p>
    <w:p w14:paraId="7C2A886F" w14:textId="77777777" w:rsidR="005D4F17" w:rsidRPr="00287BC7" w:rsidRDefault="007B6ACC" w:rsidP="00287BC7">
      <w:pPr>
        <w:spacing w:line="360" w:lineRule="auto"/>
        <w:rPr>
          <w:rFonts w:ascii="Verdana" w:hAnsi="Verdana"/>
        </w:rPr>
      </w:pPr>
      <w:r w:rsidRPr="00287BC7">
        <w:rPr>
          <w:rFonts w:ascii="Verdana" w:hAnsi="Verdana"/>
        </w:rPr>
        <w:t>Once we’ve made an emotional decision to buy, logic kicks in and we start looking for proof to validate our decision. In addition to credibility and trust, we look at price</w:t>
      </w:r>
      <w:r w:rsidR="00BD3A78" w:rsidRPr="00287BC7">
        <w:rPr>
          <w:rFonts w:ascii="Verdana" w:hAnsi="Verdana"/>
        </w:rPr>
        <w:t xml:space="preserve">. </w:t>
      </w:r>
      <w:r w:rsidRPr="00287BC7">
        <w:rPr>
          <w:rFonts w:ascii="Verdana" w:hAnsi="Verdana"/>
        </w:rPr>
        <w:t>If the price is easily justifiable – bang! You have a new customer</w:t>
      </w:r>
      <w:r w:rsidR="00BD3A78" w:rsidRPr="00287BC7">
        <w:rPr>
          <w:rFonts w:ascii="Verdana" w:hAnsi="Verdana"/>
        </w:rPr>
        <w:t xml:space="preserve">. </w:t>
      </w:r>
    </w:p>
    <w:p w14:paraId="06C1000A" w14:textId="77777777" w:rsidR="005D4F17" w:rsidRPr="00287BC7" w:rsidRDefault="005D4F17" w:rsidP="00287BC7">
      <w:pPr>
        <w:spacing w:line="360" w:lineRule="auto"/>
        <w:rPr>
          <w:rFonts w:ascii="Verdana" w:hAnsi="Verdana"/>
        </w:rPr>
      </w:pPr>
    </w:p>
    <w:p w14:paraId="352B40E5" w14:textId="77777777" w:rsidR="009E4626" w:rsidRPr="00287BC7" w:rsidRDefault="007B6ACC" w:rsidP="00287BC7">
      <w:pPr>
        <w:spacing w:line="360" w:lineRule="auto"/>
        <w:rPr>
          <w:rFonts w:ascii="Verdana" w:hAnsi="Verdana"/>
        </w:rPr>
      </w:pPr>
      <w:r w:rsidRPr="00287BC7">
        <w:rPr>
          <w:rFonts w:ascii="Verdana" w:hAnsi="Verdana"/>
        </w:rPr>
        <w:t>A fire sale throws that logic right up front and practically screams, “You have to buy this product(s) because you’ll never see it at this low a price ever again.”  Logic and emotion collide and you make money.</w:t>
      </w:r>
    </w:p>
    <w:p w14:paraId="5765730C" w14:textId="77777777" w:rsidR="007B6ACC" w:rsidRPr="00287BC7" w:rsidRDefault="007B6ACC" w:rsidP="00287BC7">
      <w:pPr>
        <w:spacing w:line="360" w:lineRule="auto"/>
        <w:rPr>
          <w:rFonts w:ascii="Verdana" w:hAnsi="Verdana"/>
        </w:rPr>
      </w:pPr>
    </w:p>
    <w:p w14:paraId="69FB75BD" w14:textId="77777777" w:rsidR="007B6ACC" w:rsidRPr="00287BC7" w:rsidRDefault="007B6ACC" w:rsidP="00287BC7">
      <w:pPr>
        <w:spacing w:line="360" w:lineRule="auto"/>
        <w:rPr>
          <w:rFonts w:ascii="Verdana" w:hAnsi="Verdana"/>
        </w:rPr>
      </w:pPr>
      <w:r w:rsidRPr="00287BC7">
        <w:rPr>
          <w:rFonts w:ascii="Verdana" w:hAnsi="Verdana"/>
        </w:rPr>
        <w:lastRenderedPageBreak/>
        <w:t xml:space="preserve">However, </w:t>
      </w:r>
      <w:proofErr w:type="gramStart"/>
      <w:r w:rsidRPr="00287BC7">
        <w:rPr>
          <w:rFonts w:ascii="Verdana" w:hAnsi="Verdana"/>
        </w:rPr>
        <w:t>price isn’t the only buying behavior or trigger</w:t>
      </w:r>
      <w:proofErr w:type="gramEnd"/>
      <w:r w:rsidRPr="00287BC7">
        <w:rPr>
          <w:rFonts w:ascii="Verdana" w:hAnsi="Verdana"/>
        </w:rPr>
        <w:t xml:space="preserve"> that fire sales tap into. </w:t>
      </w:r>
      <w:r w:rsidR="00A9184D" w:rsidRPr="00287BC7">
        <w:rPr>
          <w:rFonts w:ascii="Verdana" w:hAnsi="Verdana"/>
        </w:rPr>
        <w:t>They also tap into a little buying trigger called “urgency.”</w:t>
      </w:r>
    </w:p>
    <w:p w14:paraId="6EE0C074" w14:textId="77777777" w:rsidR="00A9184D" w:rsidRPr="00287BC7" w:rsidRDefault="00A9184D" w:rsidP="00287BC7">
      <w:pPr>
        <w:spacing w:line="360" w:lineRule="auto"/>
        <w:rPr>
          <w:rFonts w:ascii="Verdana" w:hAnsi="Verdana"/>
        </w:rPr>
      </w:pPr>
    </w:p>
    <w:p w14:paraId="3F441874" w14:textId="77777777" w:rsidR="00A9184D" w:rsidRPr="00287BC7" w:rsidRDefault="00A9184D" w:rsidP="00287BC7">
      <w:pPr>
        <w:spacing w:line="360" w:lineRule="auto"/>
        <w:rPr>
          <w:rFonts w:ascii="Verdana" w:hAnsi="Verdana"/>
          <w:b/>
        </w:rPr>
      </w:pPr>
      <w:r w:rsidRPr="00287BC7">
        <w:rPr>
          <w:rFonts w:ascii="Verdana" w:hAnsi="Verdana"/>
          <w:b/>
        </w:rPr>
        <w:t>Urgency</w:t>
      </w:r>
    </w:p>
    <w:p w14:paraId="326AECCA" w14:textId="77777777" w:rsidR="00A9184D" w:rsidRPr="00287BC7" w:rsidRDefault="00A9184D" w:rsidP="00287BC7">
      <w:pPr>
        <w:spacing w:line="360" w:lineRule="auto"/>
        <w:rPr>
          <w:rFonts w:ascii="Verdana" w:hAnsi="Verdana"/>
        </w:rPr>
      </w:pPr>
    </w:p>
    <w:p w14:paraId="4B0AC245" w14:textId="77777777" w:rsidR="00A9184D" w:rsidRPr="00287BC7" w:rsidRDefault="00A9184D" w:rsidP="00287BC7">
      <w:pPr>
        <w:spacing w:line="360" w:lineRule="auto"/>
        <w:rPr>
          <w:rFonts w:ascii="Verdana" w:hAnsi="Verdana"/>
        </w:rPr>
      </w:pPr>
      <w:r w:rsidRPr="00287BC7">
        <w:rPr>
          <w:rFonts w:ascii="Verdana" w:hAnsi="Verdana"/>
        </w:rPr>
        <w:t>Urgency is the trigger that tells us if we don’t buy now we’re going to miss out. It’s the “Only five seats remaining” notice for a workshop you want to attend or the “Buy now before prices go up,” notice in the PS on a sales page</w:t>
      </w:r>
      <w:r w:rsidR="00BD3A78" w:rsidRPr="00287BC7">
        <w:rPr>
          <w:rFonts w:ascii="Verdana" w:hAnsi="Verdana"/>
        </w:rPr>
        <w:t xml:space="preserve">. </w:t>
      </w:r>
    </w:p>
    <w:p w14:paraId="76CBB671" w14:textId="77777777" w:rsidR="00A9184D" w:rsidRPr="00287BC7" w:rsidRDefault="00A9184D" w:rsidP="00287BC7">
      <w:pPr>
        <w:spacing w:line="360" w:lineRule="auto"/>
        <w:rPr>
          <w:rFonts w:ascii="Verdana" w:hAnsi="Verdana"/>
        </w:rPr>
      </w:pPr>
    </w:p>
    <w:p w14:paraId="0023040B" w14:textId="77777777" w:rsidR="00A9184D" w:rsidRPr="00287BC7" w:rsidRDefault="00A9184D" w:rsidP="00287BC7">
      <w:pPr>
        <w:spacing w:line="360" w:lineRule="auto"/>
        <w:rPr>
          <w:rFonts w:ascii="Verdana" w:hAnsi="Verdana"/>
        </w:rPr>
      </w:pPr>
      <w:r w:rsidRPr="00287BC7">
        <w:rPr>
          <w:rFonts w:ascii="Verdana" w:hAnsi="Verdana"/>
        </w:rPr>
        <w:t xml:space="preserve">Urgency kicks up the </w:t>
      </w:r>
      <w:r w:rsidR="00BD3A78" w:rsidRPr="00287BC7">
        <w:rPr>
          <w:rFonts w:ascii="Verdana" w:hAnsi="Verdana"/>
        </w:rPr>
        <w:t>adrenaline</w:t>
      </w:r>
      <w:r w:rsidRPr="00287BC7">
        <w:rPr>
          <w:rFonts w:ascii="Verdana" w:hAnsi="Verdana"/>
        </w:rPr>
        <w:t xml:space="preserve"> and motivates someone to click the buy now before they have too much time to think about it. Fire sales naturally tap into this urgency trigger because they’re </w:t>
      </w:r>
      <w:r w:rsidR="00BD3A78" w:rsidRPr="00287BC7">
        <w:rPr>
          <w:rFonts w:ascii="Verdana" w:hAnsi="Verdana"/>
        </w:rPr>
        <w:t>generally</w:t>
      </w:r>
      <w:r w:rsidRPr="00287BC7">
        <w:rPr>
          <w:rFonts w:ascii="Verdana" w:hAnsi="Verdana"/>
        </w:rPr>
        <w:t xml:space="preserve"> short lived sales. We’re talking about a few days here, tops</w:t>
      </w:r>
      <w:r w:rsidR="00BD3A78" w:rsidRPr="00287BC7">
        <w:rPr>
          <w:rFonts w:ascii="Verdana" w:hAnsi="Verdana"/>
        </w:rPr>
        <w:t xml:space="preserve">. </w:t>
      </w:r>
    </w:p>
    <w:p w14:paraId="5A5EB831" w14:textId="77777777" w:rsidR="00A9184D" w:rsidRPr="00287BC7" w:rsidRDefault="00A9184D" w:rsidP="00287BC7">
      <w:pPr>
        <w:spacing w:line="360" w:lineRule="auto"/>
        <w:rPr>
          <w:rFonts w:ascii="Verdana" w:hAnsi="Verdana"/>
        </w:rPr>
      </w:pPr>
    </w:p>
    <w:p w14:paraId="7ECD115B" w14:textId="77777777" w:rsidR="00A9184D" w:rsidRPr="00287BC7" w:rsidRDefault="00A9184D" w:rsidP="00287BC7">
      <w:pPr>
        <w:spacing w:line="360" w:lineRule="auto"/>
        <w:rPr>
          <w:rFonts w:ascii="Verdana" w:hAnsi="Verdana"/>
        </w:rPr>
      </w:pPr>
      <w:r w:rsidRPr="00287BC7">
        <w:rPr>
          <w:rFonts w:ascii="Verdana" w:hAnsi="Verdana"/>
        </w:rPr>
        <w:t>Urgency works well if there is a short time limit on your sale</w:t>
      </w:r>
      <w:r w:rsidR="00BD3A78" w:rsidRPr="00287BC7">
        <w:rPr>
          <w:rFonts w:ascii="Verdana" w:hAnsi="Verdana"/>
        </w:rPr>
        <w:t xml:space="preserve">. </w:t>
      </w:r>
      <w:r w:rsidRPr="00287BC7">
        <w:rPr>
          <w:rFonts w:ascii="Verdana" w:hAnsi="Verdana"/>
        </w:rPr>
        <w:t>If the fire sale lasts weeks or months, you virtually eliminate any sense of urgency</w:t>
      </w:r>
      <w:r w:rsidR="00BD3A78" w:rsidRPr="00287BC7">
        <w:rPr>
          <w:rFonts w:ascii="Verdana" w:hAnsi="Verdana"/>
        </w:rPr>
        <w:t xml:space="preserve">. </w:t>
      </w:r>
      <w:r w:rsidRPr="00287BC7">
        <w:rPr>
          <w:rFonts w:ascii="Verdana" w:hAnsi="Verdana"/>
        </w:rPr>
        <w:t>A fire sale by design is an urgent sale filled with the promise that you must buy now while prices are low and products are available at this low price</w:t>
      </w:r>
      <w:r w:rsidR="00BD3A78" w:rsidRPr="00287BC7">
        <w:rPr>
          <w:rFonts w:ascii="Verdana" w:hAnsi="Verdana"/>
        </w:rPr>
        <w:t xml:space="preserve">. </w:t>
      </w:r>
    </w:p>
    <w:p w14:paraId="1C1FCB51" w14:textId="77777777" w:rsidR="00A9184D" w:rsidRPr="00287BC7" w:rsidRDefault="00A9184D" w:rsidP="00287BC7">
      <w:pPr>
        <w:spacing w:line="360" w:lineRule="auto"/>
        <w:rPr>
          <w:rFonts w:ascii="Verdana" w:hAnsi="Verdana"/>
        </w:rPr>
      </w:pPr>
    </w:p>
    <w:p w14:paraId="0AC7B4A0" w14:textId="77777777" w:rsidR="00A9184D" w:rsidRPr="00287BC7" w:rsidRDefault="00A9184D" w:rsidP="00287BC7">
      <w:pPr>
        <w:spacing w:line="360" w:lineRule="auto"/>
        <w:rPr>
          <w:rFonts w:ascii="Verdana" w:hAnsi="Verdana"/>
        </w:rPr>
      </w:pPr>
      <w:r w:rsidRPr="00287BC7">
        <w:rPr>
          <w:rFonts w:ascii="Verdana" w:hAnsi="Verdana"/>
        </w:rPr>
        <w:t xml:space="preserve">And in the name of transparency and authenticity – hold true to your fire sale deadline. If you say the sale will be over </w:t>
      </w:r>
      <w:r w:rsidR="001E080F" w:rsidRPr="00287BC7">
        <w:rPr>
          <w:rFonts w:ascii="Verdana" w:hAnsi="Verdana"/>
        </w:rPr>
        <w:t>in two days, it must be over in two days. Holding the sale longer, means you run the risk of alienating customers and discrediting yourself as an honest business.</w:t>
      </w:r>
    </w:p>
    <w:p w14:paraId="2A691B91" w14:textId="77777777" w:rsidR="00A9184D" w:rsidRDefault="00A9184D" w:rsidP="00287BC7">
      <w:pPr>
        <w:spacing w:line="360" w:lineRule="auto"/>
        <w:rPr>
          <w:rFonts w:ascii="Verdana" w:hAnsi="Verdana"/>
        </w:rPr>
      </w:pPr>
    </w:p>
    <w:p w14:paraId="1D53616B" w14:textId="77777777" w:rsidR="00287BC7" w:rsidRDefault="00287BC7" w:rsidP="00287BC7">
      <w:pPr>
        <w:spacing w:line="360" w:lineRule="auto"/>
        <w:rPr>
          <w:rFonts w:ascii="Verdana" w:hAnsi="Verdana"/>
        </w:rPr>
      </w:pPr>
    </w:p>
    <w:p w14:paraId="22CD1440" w14:textId="77777777" w:rsidR="00287BC7" w:rsidRDefault="00287BC7" w:rsidP="00287BC7">
      <w:pPr>
        <w:spacing w:line="360" w:lineRule="auto"/>
        <w:rPr>
          <w:rFonts w:ascii="Verdana" w:hAnsi="Verdana"/>
        </w:rPr>
      </w:pPr>
    </w:p>
    <w:p w14:paraId="308E8E94" w14:textId="77777777" w:rsidR="00287BC7" w:rsidRDefault="00287BC7" w:rsidP="00287BC7">
      <w:pPr>
        <w:spacing w:line="360" w:lineRule="auto"/>
        <w:rPr>
          <w:rFonts w:ascii="Verdana" w:hAnsi="Verdana"/>
        </w:rPr>
      </w:pPr>
    </w:p>
    <w:p w14:paraId="68008780" w14:textId="77777777" w:rsidR="00287BC7" w:rsidRPr="00287BC7" w:rsidRDefault="00287BC7" w:rsidP="00287BC7">
      <w:pPr>
        <w:spacing w:line="360" w:lineRule="auto"/>
        <w:rPr>
          <w:rFonts w:ascii="Verdana" w:hAnsi="Verdana"/>
        </w:rPr>
      </w:pPr>
    </w:p>
    <w:p w14:paraId="775B1B21" w14:textId="77777777" w:rsidR="00A9184D" w:rsidRPr="00287BC7" w:rsidRDefault="00A9184D" w:rsidP="00287BC7">
      <w:pPr>
        <w:spacing w:line="360" w:lineRule="auto"/>
        <w:rPr>
          <w:rFonts w:ascii="Verdana" w:hAnsi="Verdana"/>
          <w:b/>
        </w:rPr>
      </w:pPr>
      <w:r w:rsidRPr="00287BC7">
        <w:rPr>
          <w:rFonts w:ascii="Verdana" w:hAnsi="Verdana"/>
          <w:b/>
        </w:rPr>
        <w:lastRenderedPageBreak/>
        <w:t>Scarcity</w:t>
      </w:r>
    </w:p>
    <w:p w14:paraId="7D2CB4D3" w14:textId="77777777" w:rsidR="00A9184D" w:rsidRPr="00287BC7" w:rsidRDefault="00A9184D" w:rsidP="00287BC7">
      <w:pPr>
        <w:spacing w:line="360" w:lineRule="auto"/>
        <w:rPr>
          <w:rFonts w:ascii="Verdana" w:hAnsi="Verdana"/>
        </w:rPr>
      </w:pPr>
    </w:p>
    <w:p w14:paraId="3721FBD0" w14:textId="77777777" w:rsidR="005D4F17" w:rsidRPr="00287BC7" w:rsidRDefault="00A9184D" w:rsidP="00287BC7">
      <w:pPr>
        <w:spacing w:line="360" w:lineRule="auto"/>
        <w:rPr>
          <w:rFonts w:ascii="Verdana" w:hAnsi="Verdana"/>
        </w:rPr>
      </w:pPr>
      <w:r w:rsidRPr="00287BC7">
        <w:rPr>
          <w:rFonts w:ascii="Verdana" w:hAnsi="Verdana"/>
        </w:rPr>
        <w:t>Along with urgency, scarcity is a strong buying trigger</w:t>
      </w:r>
      <w:r w:rsidR="00BD3A78" w:rsidRPr="00287BC7">
        <w:rPr>
          <w:rFonts w:ascii="Verdana" w:hAnsi="Verdana"/>
        </w:rPr>
        <w:t xml:space="preserve">. </w:t>
      </w:r>
      <w:r w:rsidRPr="00287BC7">
        <w:rPr>
          <w:rFonts w:ascii="Verdana" w:hAnsi="Verdana"/>
        </w:rPr>
        <w:t xml:space="preserve">When you’re hosting a fire sale, depending on the products you’re selling, there can and often is a limited supply. It works in much the same way that urgency works to motivate purchases. </w:t>
      </w:r>
    </w:p>
    <w:p w14:paraId="2DC62977" w14:textId="77777777" w:rsidR="005D4F17" w:rsidRPr="00287BC7" w:rsidRDefault="005D4F17" w:rsidP="00287BC7">
      <w:pPr>
        <w:spacing w:line="360" w:lineRule="auto"/>
        <w:rPr>
          <w:rFonts w:ascii="Verdana" w:hAnsi="Verdana"/>
        </w:rPr>
      </w:pPr>
    </w:p>
    <w:p w14:paraId="263177F9" w14:textId="77777777" w:rsidR="00A9184D" w:rsidRPr="00287BC7" w:rsidRDefault="00A9184D" w:rsidP="00287BC7">
      <w:pPr>
        <w:spacing w:line="360" w:lineRule="auto"/>
        <w:rPr>
          <w:rFonts w:ascii="Verdana" w:hAnsi="Verdana"/>
        </w:rPr>
      </w:pPr>
      <w:r w:rsidRPr="00287BC7">
        <w:rPr>
          <w:rFonts w:ascii="Verdana" w:hAnsi="Verdana"/>
        </w:rPr>
        <w:t>People are motivated to push past a long drawn out decision making process and click “Buy Now” because they don’t want to risk missing out on the opportunity. If, by waiting, the product or products are gone, then they’ve lost their chance</w:t>
      </w:r>
      <w:r w:rsidR="00BD3A78" w:rsidRPr="00287BC7">
        <w:rPr>
          <w:rFonts w:ascii="Verdana" w:hAnsi="Verdana"/>
        </w:rPr>
        <w:t xml:space="preserve">. </w:t>
      </w:r>
    </w:p>
    <w:p w14:paraId="52D458B5" w14:textId="77777777" w:rsidR="00A9184D" w:rsidRPr="00287BC7" w:rsidRDefault="00A9184D" w:rsidP="00287BC7">
      <w:pPr>
        <w:spacing w:line="360" w:lineRule="auto"/>
        <w:rPr>
          <w:rFonts w:ascii="Verdana" w:hAnsi="Verdana"/>
        </w:rPr>
      </w:pPr>
    </w:p>
    <w:p w14:paraId="375BFC02" w14:textId="77777777" w:rsidR="00A9184D" w:rsidRPr="00287BC7" w:rsidRDefault="00A9184D" w:rsidP="00287BC7">
      <w:pPr>
        <w:spacing w:line="360" w:lineRule="auto"/>
        <w:rPr>
          <w:rFonts w:ascii="Verdana" w:hAnsi="Verdana"/>
        </w:rPr>
      </w:pPr>
      <w:r w:rsidRPr="00287BC7">
        <w:rPr>
          <w:rFonts w:ascii="Verdana" w:hAnsi="Verdana"/>
        </w:rPr>
        <w:t xml:space="preserve">However, scarcity only works if you’re actually limiting the number of products you’re selling – </w:t>
      </w:r>
      <w:r w:rsidR="00BD3A78" w:rsidRPr="00287BC7">
        <w:rPr>
          <w:rFonts w:ascii="Verdana" w:hAnsi="Verdana"/>
        </w:rPr>
        <w:t>i.e.</w:t>
      </w:r>
      <w:r w:rsidRPr="00287BC7">
        <w:rPr>
          <w:rFonts w:ascii="Verdana" w:hAnsi="Verdana"/>
        </w:rPr>
        <w:t xml:space="preserve"> scarcity really exists. And it only works if there is a reason for the scarcity – a fire sale naturally provides a reason for the scarcity. </w:t>
      </w:r>
    </w:p>
    <w:p w14:paraId="5EDFB3EA" w14:textId="77777777" w:rsidR="001E080F" w:rsidRPr="00287BC7" w:rsidRDefault="001E080F" w:rsidP="00287BC7">
      <w:pPr>
        <w:spacing w:line="360" w:lineRule="auto"/>
        <w:rPr>
          <w:rFonts w:ascii="Verdana" w:hAnsi="Verdana"/>
        </w:rPr>
      </w:pPr>
    </w:p>
    <w:p w14:paraId="4705F405" w14:textId="77777777" w:rsidR="001E080F" w:rsidRPr="00287BC7" w:rsidRDefault="001E080F" w:rsidP="00287BC7">
      <w:pPr>
        <w:spacing w:line="360" w:lineRule="auto"/>
        <w:rPr>
          <w:rFonts w:ascii="Verdana" w:hAnsi="Verdana"/>
        </w:rPr>
      </w:pPr>
      <w:r w:rsidRPr="00287BC7">
        <w:rPr>
          <w:rFonts w:ascii="Verdana" w:hAnsi="Verdana"/>
        </w:rPr>
        <w:t>So now you know why fire sales work but why would a business owner want to hold a fire sale?</w:t>
      </w:r>
    </w:p>
    <w:p w14:paraId="4A6F3FC1" w14:textId="77777777" w:rsidR="00755BDC" w:rsidRDefault="00755BDC" w:rsidP="00287BC7">
      <w:pPr>
        <w:spacing w:line="360" w:lineRule="auto"/>
        <w:rPr>
          <w:rFonts w:ascii="Verdana" w:hAnsi="Verdana"/>
          <w:b/>
        </w:rPr>
      </w:pPr>
    </w:p>
    <w:p w14:paraId="28EDA415" w14:textId="77777777" w:rsidR="00287BC7" w:rsidRDefault="00287BC7" w:rsidP="00287BC7">
      <w:pPr>
        <w:spacing w:line="360" w:lineRule="auto"/>
        <w:rPr>
          <w:rFonts w:ascii="Verdana" w:hAnsi="Verdana"/>
          <w:b/>
        </w:rPr>
      </w:pPr>
    </w:p>
    <w:p w14:paraId="3FBC92B8" w14:textId="77777777" w:rsidR="00287BC7" w:rsidRDefault="00287BC7" w:rsidP="00287BC7">
      <w:pPr>
        <w:spacing w:line="360" w:lineRule="auto"/>
        <w:rPr>
          <w:rFonts w:ascii="Verdana" w:hAnsi="Verdana"/>
          <w:b/>
        </w:rPr>
      </w:pPr>
    </w:p>
    <w:p w14:paraId="4055758F" w14:textId="77777777" w:rsidR="00287BC7" w:rsidRDefault="00287BC7" w:rsidP="00287BC7">
      <w:pPr>
        <w:spacing w:line="360" w:lineRule="auto"/>
        <w:rPr>
          <w:rFonts w:ascii="Verdana" w:hAnsi="Verdana"/>
          <w:b/>
        </w:rPr>
      </w:pPr>
    </w:p>
    <w:p w14:paraId="298BCB30" w14:textId="77777777" w:rsidR="00287BC7" w:rsidRDefault="00287BC7" w:rsidP="00287BC7">
      <w:pPr>
        <w:spacing w:line="360" w:lineRule="auto"/>
        <w:rPr>
          <w:rFonts w:ascii="Verdana" w:hAnsi="Verdana"/>
          <w:b/>
        </w:rPr>
      </w:pPr>
    </w:p>
    <w:p w14:paraId="72FEBAEA" w14:textId="77777777" w:rsidR="00287BC7" w:rsidRDefault="00287BC7" w:rsidP="00287BC7">
      <w:pPr>
        <w:spacing w:line="360" w:lineRule="auto"/>
        <w:rPr>
          <w:rFonts w:ascii="Verdana" w:hAnsi="Verdana"/>
          <w:b/>
        </w:rPr>
      </w:pPr>
    </w:p>
    <w:p w14:paraId="315591FA" w14:textId="77777777" w:rsidR="00287BC7" w:rsidRDefault="00287BC7" w:rsidP="00287BC7">
      <w:pPr>
        <w:spacing w:line="360" w:lineRule="auto"/>
        <w:rPr>
          <w:rFonts w:ascii="Verdana" w:hAnsi="Verdana"/>
          <w:b/>
        </w:rPr>
      </w:pPr>
    </w:p>
    <w:p w14:paraId="3ACDFE1C" w14:textId="77777777" w:rsidR="00287BC7" w:rsidRDefault="00287BC7" w:rsidP="00287BC7">
      <w:pPr>
        <w:spacing w:line="360" w:lineRule="auto"/>
        <w:rPr>
          <w:rFonts w:ascii="Verdana" w:hAnsi="Verdana"/>
          <w:b/>
        </w:rPr>
      </w:pPr>
    </w:p>
    <w:p w14:paraId="0B9A4D4B" w14:textId="77777777" w:rsidR="00287BC7" w:rsidRDefault="00287BC7" w:rsidP="00287BC7">
      <w:pPr>
        <w:spacing w:line="360" w:lineRule="auto"/>
        <w:rPr>
          <w:rFonts w:ascii="Verdana" w:hAnsi="Verdana"/>
          <w:b/>
        </w:rPr>
      </w:pPr>
    </w:p>
    <w:p w14:paraId="3993F6E9" w14:textId="77777777" w:rsidR="00287BC7" w:rsidRPr="00287BC7" w:rsidRDefault="00287BC7" w:rsidP="00287BC7">
      <w:pPr>
        <w:spacing w:line="360" w:lineRule="auto"/>
        <w:rPr>
          <w:rFonts w:ascii="Verdana" w:hAnsi="Verdana"/>
          <w:b/>
        </w:rPr>
      </w:pPr>
    </w:p>
    <w:p w14:paraId="7C74191D" w14:textId="77777777" w:rsidR="009E46D5" w:rsidRPr="00287BC7" w:rsidRDefault="009E46D5" w:rsidP="00287BC7">
      <w:pPr>
        <w:spacing w:line="360" w:lineRule="auto"/>
        <w:rPr>
          <w:rFonts w:ascii="Verdana" w:hAnsi="Verdana"/>
          <w:b/>
          <w:color w:val="C00000"/>
          <w:sz w:val="28"/>
          <w:szCs w:val="28"/>
        </w:rPr>
      </w:pPr>
      <w:r w:rsidRPr="00287BC7">
        <w:rPr>
          <w:rFonts w:ascii="Verdana" w:hAnsi="Verdana"/>
          <w:b/>
          <w:color w:val="C00000"/>
          <w:sz w:val="28"/>
          <w:szCs w:val="28"/>
        </w:rPr>
        <w:lastRenderedPageBreak/>
        <w:t xml:space="preserve">Why </w:t>
      </w:r>
      <w:r w:rsidR="001E080F" w:rsidRPr="00287BC7">
        <w:rPr>
          <w:rFonts w:ascii="Verdana" w:hAnsi="Verdana"/>
          <w:b/>
          <w:color w:val="C00000"/>
          <w:sz w:val="28"/>
          <w:szCs w:val="28"/>
        </w:rPr>
        <w:t>Business Owners Hold Fire</w:t>
      </w:r>
      <w:r w:rsidR="00764CEA" w:rsidRPr="00287BC7">
        <w:rPr>
          <w:rFonts w:ascii="Verdana" w:hAnsi="Verdana"/>
          <w:b/>
          <w:color w:val="C00000"/>
          <w:sz w:val="28"/>
          <w:szCs w:val="28"/>
        </w:rPr>
        <w:t xml:space="preserve"> S</w:t>
      </w:r>
      <w:r w:rsidR="001E080F" w:rsidRPr="00287BC7">
        <w:rPr>
          <w:rFonts w:ascii="Verdana" w:hAnsi="Verdana"/>
          <w:b/>
          <w:color w:val="C00000"/>
          <w:sz w:val="28"/>
          <w:szCs w:val="28"/>
        </w:rPr>
        <w:t>ales</w:t>
      </w:r>
    </w:p>
    <w:p w14:paraId="0CF470E3" w14:textId="77777777" w:rsidR="0082305F" w:rsidRPr="00287BC7" w:rsidRDefault="0082305F" w:rsidP="00287BC7">
      <w:pPr>
        <w:spacing w:line="360" w:lineRule="auto"/>
        <w:rPr>
          <w:rFonts w:ascii="Verdana" w:hAnsi="Verdana"/>
        </w:rPr>
      </w:pPr>
    </w:p>
    <w:p w14:paraId="189B77FA" w14:textId="77777777" w:rsidR="00E226E1" w:rsidRPr="00287BC7" w:rsidRDefault="00755BDC" w:rsidP="00287BC7">
      <w:pPr>
        <w:spacing w:line="360" w:lineRule="auto"/>
        <w:rPr>
          <w:rFonts w:ascii="Verdana" w:hAnsi="Verdana"/>
        </w:rPr>
      </w:pPr>
      <w:r w:rsidRPr="00287BC7">
        <w:rPr>
          <w:rFonts w:ascii="Verdana" w:hAnsi="Verdana"/>
        </w:rPr>
        <w:t xml:space="preserve">Business owners hold fire sales for a number of reasons. </w:t>
      </w:r>
    </w:p>
    <w:p w14:paraId="1F567E8D" w14:textId="77777777" w:rsidR="00E226E1" w:rsidRPr="00287BC7" w:rsidRDefault="00E226E1" w:rsidP="00287BC7">
      <w:pPr>
        <w:spacing w:line="360" w:lineRule="auto"/>
        <w:rPr>
          <w:rFonts w:ascii="Verdana" w:hAnsi="Verdana"/>
        </w:rPr>
      </w:pPr>
    </w:p>
    <w:p w14:paraId="54419AB3" w14:textId="77777777" w:rsidR="0082305F" w:rsidRPr="00287BC7" w:rsidRDefault="0013193D" w:rsidP="00287BC7">
      <w:pPr>
        <w:pStyle w:val="ListParagraph"/>
        <w:numPr>
          <w:ilvl w:val="0"/>
          <w:numId w:val="3"/>
        </w:numPr>
        <w:spacing w:line="360" w:lineRule="auto"/>
        <w:rPr>
          <w:rFonts w:ascii="Verdana" w:hAnsi="Verdana"/>
        </w:rPr>
      </w:pPr>
      <w:r w:rsidRPr="00287BC7">
        <w:rPr>
          <w:rFonts w:ascii="Verdana" w:hAnsi="Verdana"/>
        </w:rPr>
        <w:t xml:space="preserve">Maybe the winter weather is getting them down and they want to take a vacation to the Caribbean. </w:t>
      </w:r>
    </w:p>
    <w:p w14:paraId="73D896B2" w14:textId="77777777" w:rsidR="0013193D" w:rsidRPr="00287BC7" w:rsidRDefault="0013193D" w:rsidP="00287BC7">
      <w:pPr>
        <w:spacing w:line="360" w:lineRule="auto"/>
        <w:rPr>
          <w:rFonts w:ascii="Verdana" w:hAnsi="Verdana"/>
        </w:rPr>
      </w:pPr>
    </w:p>
    <w:p w14:paraId="571A2A6A" w14:textId="77777777" w:rsidR="0013193D" w:rsidRPr="00287BC7" w:rsidRDefault="0013193D" w:rsidP="00287BC7">
      <w:pPr>
        <w:pStyle w:val="ListParagraph"/>
        <w:numPr>
          <w:ilvl w:val="0"/>
          <w:numId w:val="3"/>
        </w:numPr>
        <w:spacing w:line="360" w:lineRule="auto"/>
        <w:rPr>
          <w:rFonts w:ascii="Verdana" w:hAnsi="Verdana"/>
        </w:rPr>
      </w:pPr>
      <w:r w:rsidRPr="00287BC7">
        <w:rPr>
          <w:rFonts w:ascii="Verdana" w:hAnsi="Verdana"/>
        </w:rPr>
        <w:t>Maybe their child is heading off to college in a few months and their savings is lapsing.</w:t>
      </w:r>
    </w:p>
    <w:p w14:paraId="21DA192C" w14:textId="77777777" w:rsidR="0013193D" w:rsidRPr="00287BC7" w:rsidRDefault="0013193D" w:rsidP="00287BC7">
      <w:pPr>
        <w:spacing w:line="360" w:lineRule="auto"/>
        <w:rPr>
          <w:rFonts w:ascii="Verdana" w:hAnsi="Verdana"/>
        </w:rPr>
      </w:pPr>
    </w:p>
    <w:p w14:paraId="47047FB5" w14:textId="77777777" w:rsidR="0013193D" w:rsidRPr="00287BC7" w:rsidRDefault="0013193D" w:rsidP="00287BC7">
      <w:pPr>
        <w:pStyle w:val="ListParagraph"/>
        <w:numPr>
          <w:ilvl w:val="0"/>
          <w:numId w:val="3"/>
        </w:numPr>
        <w:spacing w:line="360" w:lineRule="auto"/>
        <w:rPr>
          <w:rFonts w:ascii="Verdana" w:hAnsi="Verdana"/>
        </w:rPr>
      </w:pPr>
      <w:r w:rsidRPr="00287BC7">
        <w:rPr>
          <w:rFonts w:ascii="Verdana" w:hAnsi="Verdana"/>
        </w:rPr>
        <w:t>Maybe their child is getting married and they want to throw them a huge celebration.</w:t>
      </w:r>
    </w:p>
    <w:p w14:paraId="12A40A9D" w14:textId="77777777" w:rsidR="0013193D" w:rsidRPr="00287BC7" w:rsidRDefault="0013193D" w:rsidP="00287BC7">
      <w:pPr>
        <w:spacing w:line="360" w:lineRule="auto"/>
        <w:rPr>
          <w:rFonts w:ascii="Verdana" w:hAnsi="Verdana"/>
        </w:rPr>
      </w:pPr>
    </w:p>
    <w:p w14:paraId="3A37E3EE" w14:textId="77777777" w:rsidR="0013193D" w:rsidRPr="00287BC7" w:rsidRDefault="0013193D" w:rsidP="00287BC7">
      <w:pPr>
        <w:pStyle w:val="ListParagraph"/>
        <w:numPr>
          <w:ilvl w:val="0"/>
          <w:numId w:val="3"/>
        </w:numPr>
        <w:spacing w:line="360" w:lineRule="auto"/>
        <w:rPr>
          <w:rFonts w:ascii="Verdana" w:hAnsi="Verdana"/>
        </w:rPr>
      </w:pPr>
      <w:r w:rsidRPr="00287BC7">
        <w:rPr>
          <w:rFonts w:ascii="Verdana" w:hAnsi="Verdana"/>
        </w:rPr>
        <w:t>Maybe they really did have a fire in their home and want to raise cash fast so they don’t have to tap into savings to pay for the damage.</w:t>
      </w:r>
    </w:p>
    <w:p w14:paraId="0D2FF276" w14:textId="77777777" w:rsidR="0013193D" w:rsidRPr="00287BC7" w:rsidRDefault="0013193D" w:rsidP="00287BC7">
      <w:pPr>
        <w:spacing w:line="360" w:lineRule="auto"/>
        <w:rPr>
          <w:rFonts w:ascii="Verdana" w:hAnsi="Verdana"/>
        </w:rPr>
      </w:pPr>
    </w:p>
    <w:p w14:paraId="037559E9" w14:textId="77777777" w:rsidR="0013193D" w:rsidRPr="00287BC7" w:rsidRDefault="0013193D" w:rsidP="00287BC7">
      <w:pPr>
        <w:pStyle w:val="ListParagraph"/>
        <w:numPr>
          <w:ilvl w:val="0"/>
          <w:numId w:val="3"/>
        </w:numPr>
        <w:spacing w:line="360" w:lineRule="auto"/>
        <w:rPr>
          <w:rFonts w:ascii="Verdana" w:hAnsi="Verdana"/>
        </w:rPr>
      </w:pPr>
      <w:r w:rsidRPr="00287BC7">
        <w:rPr>
          <w:rFonts w:ascii="Verdana" w:hAnsi="Verdana"/>
        </w:rPr>
        <w:t>Maybe a loved one needs expensive medical treatment.</w:t>
      </w:r>
    </w:p>
    <w:p w14:paraId="4806E63C" w14:textId="77777777" w:rsidR="0013193D" w:rsidRPr="00287BC7" w:rsidRDefault="0013193D" w:rsidP="00287BC7">
      <w:pPr>
        <w:spacing w:line="360" w:lineRule="auto"/>
        <w:rPr>
          <w:rFonts w:ascii="Verdana" w:hAnsi="Verdana"/>
        </w:rPr>
      </w:pPr>
    </w:p>
    <w:p w14:paraId="4BBB542D" w14:textId="77777777" w:rsidR="0013193D" w:rsidRPr="00287BC7" w:rsidRDefault="0013193D" w:rsidP="00287BC7">
      <w:pPr>
        <w:spacing w:line="360" w:lineRule="auto"/>
        <w:rPr>
          <w:rFonts w:ascii="Verdana" w:hAnsi="Verdana"/>
        </w:rPr>
      </w:pPr>
      <w:r w:rsidRPr="00287BC7">
        <w:rPr>
          <w:rFonts w:ascii="Verdana" w:hAnsi="Verdana"/>
        </w:rPr>
        <w:t xml:space="preserve">All of those, and many more, are reasons a person might hold a fire sale. It’s a great way to raise cash fast. </w:t>
      </w:r>
    </w:p>
    <w:p w14:paraId="6C992E04" w14:textId="77777777" w:rsidR="0013193D" w:rsidRPr="00287BC7" w:rsidRDefault="0013193D" w:rsidP="00287BC7">
      <w:pPr>
        <w:spacing w:line="360" w:lineRule="auto"/>
        <w:rPr>
          <w:rFonts w:ascii="Verdana" w:hAnsi="Verdana"/>
        </w:rPr>
      </w:pPr>
    </w:p>
    <w:p w14:paraId="4B875054" w14:textId="77777777" w:rsidR="0013193D" w:rsidRPr="00287BC7" w:rsidRDefault="0013193D" w:rsidP="00287BC7">
      <w:pPr>
        <w:spacing w:line="360" w:lineRule="auto"/>
        <w:rPr>
          <w:rFonts w:ascii="Verdana" w:hAnsi="Verdana"/>
        </w:rPr>
      </w:pPr>
      <w:r w:rsidRPr="00287BC7">
        <w:rPr>
          <w:rFonts w:ascii="Verdana" w:hAnsi="Verdana"/>
        </w:rPr>
        <w:t>However, there are other reasons for hosing a fire sale that have more to do with building a business and less to do with raising cash fast – though there’s absolutely nothing wrong with wanting an influx of cash.</w:t>
      </w:r>
    </w:p>
    <w:p w14:paraId="2121908B" w14:textId="77777777" w:rsidR="0082305F" w:rsidRPr="00287BC7" w:rsidRDefault="0082305F" w:rsidP="00287BC7">
      <w:pPr>
        <w:spacing w:line="360" w:lineRule="auto"/>
        <w:rPr>
          <w:rFonts w:ascii="Verdana" w:hAnsi="Verdana"/>
        </w:rPr>
      </w:pPr>
    </w:p>
    <w:p w14:paraId="1FB2D8CC" w14:textId="77777777" w:rsidR="0082305F" w:rsidRPr="00287BC7" w:rsidRDefault="0082305F" w:rsidP="00287BC7">
      <w:pPr>
        <w:spacing w:line="360" w:lineRule="auto"/>
        <w:rPr>
          <w:rFonts w:ascii="Verdana" w:hAnsi="Verdana"/>
        </w:rPr>
      </w:pPr>
    </w:p>
    <w:p w14:paraId="2B33DBB5" w14:textId="77777777" w:rsidR="005D4F17" w:rsidRPr="00287BC7" w:rsidRDefault="005D4F17" w:rsidP="00287BC7">
      <w:pPr>
        <w:spacing w:line="360" w:lineRule="auto"/>
        <w:rPr>
          <w:rFonts w:ascii="Verdana" w:hAnsi="Verdana"/>
          <w:b/>
        </w:rPr>
      </w:pPr>
    </w:p>
    <w:p w14:paraId="7F80812C" w14:textId="77777777" w:rsidR="005D4F17" w:rsidRDefault="005D4F17" w:rsidP="00287BC7">
      <w:pPr>
        <w:spacing w:line="360" w:lineRule="auto"/>
        <w:rPr>
          <w:rFonts w:ascii="Verdana" w:hAnsi="Verdana"/>
          <w:b/>
        </w:rPr>
      </w:pPr>
    </w:p>
    <w:p w14:paraId="7FE86DB1" w14:textId="77777777" w:rsidR="00287BC7" w:rsidRPr="00287BC7" w:rsidRDefault="00287BC7" w:rsidP="00287BC7">
      <w:pPr>
        <w:spacing w:line="360" w:lineRule="auto"/>
        <w:rPr>
          <w:rFonts w:ascii="Verdana" w:hAnsi="Verdana"/>
          <w:b/>
        </w:rPr>
      </w:pPr>
    </w:p>
    <w:p w14:paraId="12C5111F" w14:textId="77777777" w:rsidR="009E46D5" w:rsidRPr="00287BC7" w:rsidRDefault="009E46D5" w:rsidP="00287BC7">
      <w:pPr>
        <w:spacing w:line="360" w:lineRule="auto"/>
        <w:rPr>
          <w:rFonts w:ascii="Verdana" w:hAnsi="Verdana"/>
          <w:b/>
          <w:color w:val="C00000"/>
          <w:sz w:val="28"/>
          <w:szCs w:val="28"/>
        </w:rPr>
      </w:pPr>
      <w:r w:rsidRPr="00287BC7">
        <w:rPr>
          <w:rFonts w:ascii="Verdana" w:hAnsi="Verdana"/>
          <w:b/>
          <w:color w:val="C00000"/>
          <w:sz w:val="28"/>
          <w:szCs w:val="28"/>
        </w:rPr>
        <w:lastRenderedPageBreak/>
        <w:t xml:space="preserve">What </w:t>
      </w:r>
      <w:r w:rsidR="00DD4CFB" w:rsidRPr="00287BC7">
        <w:rPr>
          <w:rFonts w:ascii="Verdana" w:hAnsi="Verdana"/>
          <w:b/>
          <w:color w:val="C00000"/>
          <w:sz w:val="28"/>
          <w:szCs w:val="28"/>
        </w:rPr>
        <w:t>a</w:t>
      </w:r>
      <w:r w:rsidR="0013193D" w:rsidRPr="00287BC7">
        <w:rPr>
          <w:rFonts w:ascii="Verdana" w:hAnsi="Verdana"/>
          <w:b/>
          <w:color w:val="C00000"/>
          <w:sz w:val="28"/>
          <w:szCs w:val="28"/>
        </w:rPr>
        <w:t xml:space="preserve"> Fire Sale Can Do For Your Business</w:t>
      </w:r>
    </w:p>
    <w:p w14:paraId="2D2E8271" w14:textId="77777777" w:rsidR="0013193D" w:rsidRPr="00287BC7" w:rsidRDefault="0013193D" w:rsidP="00287BC7">
      <w:pPr>
        <w:spacing w:line="360" w:lineRule="auto"/>
        <w:rPr>
          <w:rFonts w:ascii="Verdana" w:hAnsi="Verdana"/>
          <w:b/>
        </w:rPr>
      </w:pPr>
    </w:p>
    <w:p w14:paraId="6C4EFB05" w14:textId="77777777" w:rsidR="00B00465" w:rsidRPr="00287BC7" w:rsidRDefault="00B00465" w:rsidP="00287BC7">
      <w:pPr>
        <w:spacing w:line="360" w:lineRule="auto"/>
        <w:rPr>
          <w:rFonts w:ascii="Verdana" w:hAnsi="Verdana"/>
        </w:rPr>
      </w:pPr>
      <w:r w:rsidRPr="00287BC7">
        <w:rPr>
          <w:rFonts w:ascii="Verdana" w:hAnsi="Verdana"/>
        </w:rPr>
        <w:t xml:space="preserve">Fire sales, when run properly, can </w:t>
      </w:r>
      <w:r w:rsidR="00610CDA" w:rsidRPr="00287BC7">
        <w:rPr>
          <w:rFonts w:ascii="Verdana" w:hAnsi="Verdana"/>
        </w:rPr>
        <w:t>really give a business a huge boost</w:t>
      </w:r>
      <w:r w:rsidR="00BD3A78" w:rsidRPr="00287BC7">
        <w:rPr>
          <w:rFonts w:ascii="Verdana" w:hAnsi="Verdana"/>
        </w:rPr>
        <w:t xml:space="preserve">. </w:t>
      </w:r>
      <w:r w:rsidR="00F74C8E" w:rsidRPr="00287BC7">
        <w:rPr>
          <w:rFonts w:ascii="Verdana" w:hAnsi="Verdana"/>
        </w:rPr>
        <w:t>It has the ability to:</w:t>
      </w:r>
    </w:p>
    <w:p w14:paraId="2D00E415" w14:textId="77777777" w:rsidR="00F74C8E" w:rsidRPr="00287BC7" w:rsidRDefault="00F74C8E" w:rsidP="00287BC7">
      <w:pPr>
        <w:spacing w:line="360" w:lineRule="auto"/>
        <w:rPr>
          <w:rFonts w:ascii="Verdana" w:hAnsi="Verdana"/>
        </w:rPr>
      </w:pPr>
    </w:p>
    <w:p w14:paraId="163AB773" w14:textId="77777777" w:rsidR="00F74C8E" w:rsidRPr="00287BC7" w:rsidRDefault="009E46D5" w:rsidP="00287BC7">
      <w:pPr>
        <w:spacing w:line="360" w:lineRule="auto"/>
        <w:rPr>
          <w:rFonts w:ascii="Verdana" w:hAnsi="Verdana"/>
          <w:b/>
        </w:rPr>
      </w:pPr>
      <w:r w:rsidRPr="00287BC7">
        <w:rPr>
          <w:rFonts w:ascii="Verdana" w:hAnsi="Verdana"/>
          <w:b/>
        </w:rPr>
        <w:t xml:space="preserve">Attract </w:t>
      </w:r>
      <w:r w:rsidR="00F74C8E" w:rsidRPr="00287BC7">
        <w:rPr>
          <w:rFonts w:ascii="Verdana" w:hAnsi="Verdana"/>
          <w:b/>
        </w:rPr>
        <w:t>Enormous Attention</w:t>
      </w:r>
      <w:r w:rsidR="005D4F17" w:rsidRPr="00287BC7">
        <w:rPr>
          <w:rFonts w:ascii="Verdana" w:hAnsi="Verdana"/>
          <w:b/>
        </w:rPr>
        <w:t xml:space="preserve"> and Boost Awareness and Exposure</w:t>
      </w:r>
    </w:p>
    <w:p w14:paraId="659C64A2" w14:textId="77777777" w:rsidR="00F74C8E" w:rsidRPr="00287BC7" w:rsidRDefault="00F74C8E" w:rsidP="00287BC7">
      <w:pPr>
        <w:spacing w:line="360" w:lineRule="auto"/>
        <w:rPr>
          <w:rFonts w:ascii="Verdana" w:hAnsi="Verdana"/>
        </w:rPr>
      </w:pPr>
    </w:p>
    <w:p w14:paraId="3BCD7AFC" w14:textId="77777777" w:rsidR="00F74C8E" w:rsidRPr="00287BC7" w:rsidRDefault="00F74C8E" w:rsidP="00287BC7">
      <w:pPr>
        <w:spacing w:line="360" w:lineRule="auto"/>
        <w:rPr>
          <w:rFonts w:ascii="Verdana" w:hAnsi="Verdana"/>
        </w:rPr>
      </w:pPr>
      <w:r w:rsidRPr="00287BC7">
        <w:rPr>
          <w:rFonts w:ascii="Verdana" w:hAnsi="Verdana"/>
        </w:rPr>
        <w:t>When you host a fire sale, presumably you’re going to use every marketing tool available to you. This will include advertising, social networking, blogging, partnerships and of course your email list</w:t>
      </w:r>
      <w:r w:rsidR="00BD3A78" w:rsidRPr="00287BC7">
        <w:rPr>
          <w:rFonts w:ascii="Verdana" w:hAnsi="Verdana"/>
        </w:rPr>
        <w:t xml:space="preserve">. </w:t>
      </w:r>
    </w:p>
    <w:p w14:paraId="54F3F11C" w14:textId="77777777" w:rsidR="00DD4CFB" w:rsidRPr="00287BC7" w:rsidRDefault="00DD4CFB" w:rsidP="00287BC7">
      <w:pPr>
        <w:spacing w:line="360" w:lineRule="auto"/>
        <w:rPr>
          <w:rFonts w:ascii="Verdana" w:hAnsi="Verdana"/>
        </w:rPr>
      </w:pPr>
    </w:p>
    <w:p w14:paraId="2D7597AA" w14:textId="77777777" w:rsidR="009E46D5" w:rsidRPr="00287BC7" w:rsidRDefault="00DD4CFB" w:rsidP="00287BC7">
      <w:pPr>
        <w:spacing w:line="360" w:lineRule="auto"/>
        <w:rPr>
          <w:rFonts w:ascii="Verdana" w:hAnsi="Verdana"/>
        </w:rPr>
      </w:pPr>
      <w:r w:rsidRPr="00287BC7">
        <w:rPr>
          <w:rFonts w:ascii="Verdana" w:hAnsi="Verdana"/>
        </w:rPr>
        <w:t>Due to</w:t>
      </w:r>
      <w:r w:rsidR="00F74C8E" w:rsidRPr="00287BC7">
        <w:rPr>
          <w:rFonts w:ascii="Verdana" w:hAnsi="Verdana"/>
        </w:rPr>
        <w:t xml:space="preserve"> the nature of a fire sale, meaning the huge bargains available, you’ll attract a lot of people to your business and your sales page. People will naturally be interested in what you’re offering. And because of our nature to share good news with others, your message will spread quickly to those outside your immediate circle of prospects. This means you’ll also generate new prospects and customers.</w:t>
      </w:r>
    </w:p>
    <w:p w14:paraId="13481C18" w14:textId="77777777" w:rsidR="00F74C8E" w:rsidRPr="00287BC7" w:rsidRDefault="00F74C8E" w:rsidP="00287BC7">
      <w:pPr>
        <w:spacing w:line="360" w:lineRule="auto"/>
        <w:rPr>
          <w:rFonts w:ascii="Verdana" w:hAnsi="Verdana"/>
        </w:rPr>
      </w:pPr>
    </w:p>
    <w:p w14:paraId="506A7532" w14:textId="77777777" w:rsidR="009E46D5" w:rsidRPr="00287BC7" w:rsidRDefault="009E46D5" w:rsidP="00287BC7">
      <w:pPr>
        <w:spacing w:line="360" w:lineRule="auto"/>
        <w:rPr>
          <w:rFonts w:ascii="Verdana" w:hAnsi="Verdana"/>
          <w:b/>
        </w:rPr>
      </w:pPr>
      <w:r w:rsidRPr="00287BC7">
        <w:rPr>
          <w:rFonts w:ascii="Verdana" w:hAnsi="Verdana"/>
          <w:b/>
        </w:rPr>
        <w:t xml:space="preserve">Build </w:t>
      </w:r>
      <w:r w:rsidR="00F74C8E" w:rsidRPr="00287BC7">
        <w:rPr>
          <w:rFonts w:ascii="Verdana" w:hAnsi="Verdana"/>
          <w:b/>
        </w:rPr>
        <w:t>Your List</w:t>
      </w:r>
    </w:p>
    <w:p w14:paraId="1F1EED03" w14:textId="77777777" w:rsidR="00F74C8E" w:rsidRPr="00287BC7" w:rsidRDefault="00F74C8E" w:rsidP="00287BC7">
      <w:pPr>
        <w:spacing w:line="360" w:lineRule="auto"/>
        <w:rPr>
          <w:rFonts w:ascii="Verdana" w:hAnsi="Verdana"/>
        </w:rPr>
      </w:pPr>
    </w:p>
    <w:p w14:paraId="00774A82" w14:textId="77777777" w:rsidR="00F74C8E" w:rsidRPr="00287BC7" w:rsidRDefault="00F74C8E" w:rsidP="00287BC7">
      <w:pPr>
        <w:spacing w:line="360" w:lineRule="auto"/>
        <w:rPr>
          <w:rFonts w:ascii="Verdana" w:hAnsi="Verdana"/>
        </w:rPr>
      </w:pPr>
      <w:r w:rsidRPr="00287BC7">
        <w:rPr>
          <w:rFonts w:ascii="Verdana" w:hAnsi="Verdana"/>
        </w:rPr>
        <w:t>You’ve undoubtedly heard the phrase, “The money is in the list.” And you likely already know it to be true</w:t>
      </w:r>
      <w:r w:rsidR="00BD3A78" w:rsidRPr="00287BC7">
        <w:rPr>
          <w:rFonts w:ascii="Verdana" w:hAnsi="Verdana"/>
        </w:rPr>
        <w:t xml:space="preserve">. </w:t>
      </w:r>
      <w:r w:rsidRPr="00287BC7">
        <w:rPr>
          <w:rFonts w:ascii="Verdana" w:hAnsi="Verdana"/>
        </w:rPr>
        <w:t xml:space="preserve">In fact, if you only advertise your fire sale to your opt-in list, you’ll learn the truth of this phrase. </w:t>
      </w:r>
    </w:p>
    <w:p w14:paraId="7B721C76" w14:textId="77777777" w:rsidR="00F74C8E" w:rsidRPr="00287BC7" w:rsidRDefault="00F74C8E" w:rsidP="00287BC7">
      <w:pPr>
        <w:spacing w:line="360" w:lineRule="auto"/>
        <w:rPr>
          <w:rFonts w:ascii="Verdana" w:hAnsi="Verdana"/>
        </w:rPr>
      </w:pPr>
    </w:p>
    <w:p w14:paraId="63BAE6C2" w14:textId="77777777" w:rsidR="00F74C8E" w:rsidRPr="00287BC7" w:rsidRDefault="00F74C8E" w:rsidP="00287BC7">
      <w:pPr>
        <w:spacing w:line="360" w:lineRule="auto"/>
        <w:rPr>
          <w:rFonts w:ascii="Verdana" w:hAnsi="Verdana"/>
        </w:rPr>
      </w:pPr>
      <w:r w:rsidRPr="00287BC7">
        <w:rPr>
          <w:rFonts w:ascii="Verdana" w:hAnsi="Verdana"/>
        </w:rPr>
        <w:t xml:space="preserve">However, a fire sale can also be a great way to build your opt in list. There are a number of ways to accomplish this. </w:t>
      </w:r>
    </w:p>
    <w:p w14:paraId="14338A81" w14:textId="77777777" w:rsidR="00F74C8E" w:rsidRPr="00287BC7" w:rsidRDefault="00F74C8E" w:rsidP="00287BC7">
      <w:pPr>
        <w:spacing w:line="360" w:lineRule="auto"/>
        <w:rPr>
          <w:rFonts w:ascii="Verdana" w:hAnsi="Verdana"/>
        </w:rPr>
      </w:pPr>
    </w:p>
    <w:p w14:paraId="18552B2A" w14:textId="77777777" w:rsidR="00F74C8E" w:rsidRPr="00287BC7" w:rsidRDefault="00F74C8E" w:rsidP="00287BC7">
      <w:pPr>
        <w:pStyle w:val="ListParagraph"/>
        <w:numPr>
          <w:ilvl w:val="0"/>
          <w:numId w:val="2"/>
        </w:numPr>
        <w:spacing w:before="120" w:after="120" w:line="360" w:lineRule="auto"/>
        <w:contextualSpacing w:val="0"/>
        <w:rPr>
          <w:rFonts w:ascii="Verdana" w:hAnsi="Verdana"/>
        </w:rPr>
      </w:pPr>
      <w:r w:rsidRPr="00287BC7">
        <w:rPr>
          <w:rFonts w:ascii="Verdana" w:hAnsi="Verdana"/>
        </w:rPr>
        <w:t>You can place a pop up sign up form on your sales page – offering a freebie of course.</w:t>
      </w:r>
    </w:p>
    <w:p w14:paraId="1665BBDC" w14:textId="77777777" w:rsidR="00F74C8E" w:rsidRPr="00287BC7" w:rsidRDefault="00F74C8E" w:rsidP="00287BC7">
      <w:pPr>
        <w:pStyle w:val="ListParagraph"/>
        <w:numPr>
          <w:ilvl w:val="0"/>
          <w:numId w:val="2"/>
        </w:numPr>
        <w:spacing w:before="120" w:after="120" w:line="360" w:lineRule="auto"/>
        <w:contextualSpacing w:val="0"/>
        <w:rPr>
          <w:rFonts w:ascii="Verdana" w:hAnsi="Verdana"/>
        </w:rPr>
      </w:pPr>
      <w:r w:rsidRPr="00287BC7">
        <w:rPr>
          <w:rFonts w:ascii="Verdana" w:hAnsi="Verdana"/>
        </w:rPr>
        <w:lastRenderedPageBreak/>
        <w:t>You can market your list in your products complete with a link to your squeeze page or sign up form.</w:t>
      </w:r>
    </w:p>
    <w:p w14:paraId="57E492FB" w14:textId="77777777" w:rsidR="00F74C8E" w:rsidRPr="00287BC7" w:rsidRDefault="00F74C8E" w:rsidP="00287BC7">
      <w:pPr>
        <w:pStyle w:val="ListParagraph"/>
        <w:numPr>
          <w:ilvl w:val="0"/>
          <w:numId w:val="2"/>
        </w:numPr>
        <w:spacing w:before="120" w:after="120" w:line="360" w:lineRule="auto"/>
        <w:contextualSpacing w:val="0"/>
        <w:rPr>
          <w:rFonts w:ascii="Verdana" w:hAnsi="Verdana"/>
        </w:rPr>
      </w:pPr>
      <w:r w:rsidRPr="00287BC7">
        <w:rPr>
          <w:rFonts w:ascii="Verdana" w:hAnsi="Verdana"/>
        </w:rPr>
        <w:t>You can send a thank you email when people make a purchase and ask them to opt in to your email list.</w:t>
      </w:r>
    </w:p>
    <w:p w14:paraId="76E77987" w14:textId="77777777" w:rsidR="00F74C8E" w:rsidRPr="00287BC7" w:rsidRDefault="00F74C8E" w:rsidP="00287BC7">
      <w:pPr>
        <w:pStyle w:val="ListParagraph"/>
        <w:numPr>
          <w:ilvl w:val="0"/>
          <w:numId w:val="2"/>
        </w:numPr>
        <w:spacing w:before="120" w:after="120" w:line="360" w:lineRule="auto"/>
        <w:contextualSpacing w:val="0"/>
        <w:rPr>
          <w:rFonts w:ascii="Verdana" w:hAnsi="Verdana"/>
        </w:rPr>
      </w:pPr>
      <w:r w:rsidRPr="00287BC7">
        <w:rPr>
          <w:rFonts w:ascii="Verdana" w:hAnsi="Verdana"/>
        </w:rPr>
        <w:t>You can also automatically sign them up for your email list when they purchase from your during your fire sale. Of course you should always leave the option to not sign up by including a box to check or uncheck if they don’t want to subscribe.</w:t>
      </w:r>
    </w:p>
    <w:p w14:paraId="292E21C9" w14:textId="77777777" w:rsidR="00F74C8E" w:rsidRPr="00287BC7" w:rsidRDefault="00F74C8E" w:rsidP="00287BC7">
      <w:pPr>
        <w:spacing w:line="360" w:lineRule="auto"/>
        <w:rPr>
          <w:rFonts w:ascii="Verdana" w:hAnsi="Verdana"/>
        </w:rPr>
      </w:pPr>
    </w:p>
    <w:p w14:paraId="69D2EB84" w14:textId="77777777" w:rsidR="00F74C8E" w:rsidRPr="00287BC7" w:rsidRDefault="00F74C8E" w:rsidP="00287BC7">
      <w:pPr>
        <w:spacing w:line="360" w:lineRule="auto"/>
        <w:rPr>
          <w:rFonts w:ascii="Verdana" w:hAnsi="Verdana"/>
        </w:rPr>
      </w:pPr>
      <w:r w:rsidRPr="00287BC7">
        <w:rPr>
          <w:rFonts w:ascii="Verdana" w:hAnsi="Verdana"/>
        </w:rPr>
        <w:t>You know your audience and your prospects</w:t>
      </w:r>
      <w:r w:rsidR="00BD3A78" w:rsidRPr="00287BC7">
        <w:rPr>
          <w:rFonts w:ascii="Verdana" w:hAnsi="Verdana"/>
        </w:rPr>
        <w:t xml:space="preserve">. </w:t>
      </w:r>
      <w:r w:rsidRPr="00287BC7">
        <w:rPr>
          <w:rFonts w:ascii="Verdana" w:hAnsi="Verdana"/>
        </w:rPr>
        <w:t>You know how and what they respond to. Use your fire sale as an opportunity to continue to build your opt in list</w:t>
      </w:r>
      <w:r w:rsidR="00A9003C" w:rsidRPr="00287BC7">
        <w:rPr>
          <w:rFonts w:ascii="Verdana" w:hAnsi="Verdana"/>
        </w:rPr>
        <w:t>.</w:t>
      </w:r>
    </w:p>
    <w:p w14:paraId="5BA21C70" w14:textId="77777777" w:rsidR="00F74C8E" w:rsidRPr="00287BC7" w:rsidRDefault="00F74C8E" w:rsidP="00287BC7">
      <w:pPr>
        <w:spacing w:line="360" w:lineRule="auto"/>
        <w:rPr>
          <w:rFonts w:ascii="Verdana" w:hAnsi="Verdana"/>
        </w:rPr>
      </w:pPr>
    </w:p>
    <w:p w14:paraId="7529EDB2" w14:textId="77777777" w:rsidR="009E46D5" w:rsidRPr="00287BC7" w:rsidRDefault="00A9003C" w:rsidP="00287BC7">
      <w:pPr>
        <w:spacing w:line="360" w:lineRule="auto"/>
        <w:rPr>
          <w:rFonts w:ascii="Verdana" w:hAnsi="Verdana"/>
          <w:b/>
        </w:rPr>
      </w:pPr>
      <w:r w:rsidRPr="00287BC7">
        <w:rPr>
          <w:rFonts w:ascii="Verdana" w:hAnsi="Verdana"/>
          <w:b/>
        </w:rPr>
        <w:t>Generate P</w:t>
      </w:r>
      <w:r w:rsidR="009E46D5" w:rsidRPr="00287BC7">
        <w:rPr>
          <w:rFonts w:ascii="Verdana" w:hAnsi="Verdana"/>
          <w:b/>
        </w:rPr>
        <w:t>artnerships</w:t>
      </w:r>
    </w:p>
    <w:p w14:paraId="6490ACEA" w14:textId="77777777" w:rsidR="005F0C81" w:rsidRPr="00287BC7" w:rsidRDefault="005F0C81" w:rsidP="00287BC7">
      <w:pPr>
        <w:spacing w:line="360" w:lineRule="auto"/>
        <w:rPr>
          <w:rFonts w:ascii="Verdana" w:hAnsi="Verdana"/>
        </w:rPr>
      </w:pPr>
    </w:p>
    <w:p w14:paraId="1D467263" w14:textId="77777777" w:rsidR="005F0C81" w:rsidRPr="00287BC7" w:rsidRDefault="005F0C81" w:rsidP="00287BC7">
      <w:pPr>
        <w:spacing w:line="360" w:lineRule="auto"/>
        <w:rPr>
          <w:rFonts w:ascii="Verdana" w:hAnsi="Verdana"/>
        </w:rPr>
      </w:pPr>
      <w:r w:rsidRPr="00287BC7">
        <w:rPr>
          <w:rFonts w:ascii="Verdana" w:hAnsi="Verdana"/>
        </w:rPr>
        <w:t xml:space="preserve">Fire sales have a tremendous ability to generate partnerships. Whether you have an official </w:t>
      </w:r>
      <w:r w:rsidR="00BD3A78" w:rsidRPr="00287BC7">
        <w:rPr>
          <w:rFonts w:ascii="Verdana" w:hAnsi="Verdana"/>
        </w:rPr>
        <w:t>affiliate</w:t>
      </w:r>
      <w:r w:rsidRPr="00287BC7">
        <w:rPr>
          <w:rFonts w:ascii="Verdana" w:hAnsi="Verdana"/>
        </w:rPr>
        <w:t xml:space="preserve"> program or not, people will likely be extremely motivated to promote your fire sale in exchange for a commission. </w:t>
      </w:r>
    </w:p>
    <w:p w14:paraId="329F1097" w14:textId="77777777" w:rsidR="005F0C81" w:rsidRPr="00287BC7" w:rsidRDefault="005F0C81" w:rsidP="00287BC7">
      <w:pPr>
        <w:spacing w:line="360" w:lineRule="auto"/>
        <w:rPr>
          <w:rFonts w:ascii="Verdana" w:hAnsi="Verdana"/>
        </w:rPr>
      </w:pPr>
      <w:r w:rsidRPr="00287BC7">
        <w:rPr>
          <w:rFonts w:ascii="Verdana" w:hAnsi="Verdana"/>
        </w:rPr>
        <w:t xml:space="preserve"> Fire sales generate cash quickly and who wouldn’t jump on the chance to make a great profit by sending a few emails to their own email list?  You can facilitate the process by marketing your affiliate program or you can simply approach a few people in your industry about your fire sale and negotiate a deal</w:t>
      </w:r>
      <w:r w:rsidR="00BD3A78" w:rsidRPr="00287BC7">
        <w:rPr>
          <w:rFonts w:ascii="Verdana" w:hAnsi="Verdana"/>
        </w:rPr>
        <w:t xml:space="preserve">. </w:t>
      </w:r>
    </w:p>
    <w:p w14:paraId="1B4C356B" w14:textId="77777777" w:rsidR="005F0C81" w:rsidRPr="00287BC7" w:rsidRDefault="005F0C81" w:rsidP="00287BC7">
      <w:pPr>
        <w:spacing w:line="360" w:lineRule="auto"/>
        <w:rPr>
          <w:rFonts w:ascii="Verdana" w:hAnsi="Verdana"/>
        </w:rPr>
      </w:pPr>
    </w:p>
    <w:p w14:paraId="55AA0510" w14:textId="77777777" w:rsidR="0013193D" w:rsidRPr="00287BC7" w:rsidRDefault="005F0C81" w:rsidP="00287BC7">
      <w:pPr>
        <w:spacing w:line="360" w:lineRule="auto"/>
        <w:rPr>
          <w:rFonts w:ascii="Verdana" w:hAnsi="Verdana"/>
        </w:rPr>
      </w:pPr>
      <w:r w:rsidRPr="00287BC7">
        <w:rPr>
          <w:rFonts w:ascii="Verdana" w:hAnsi="Verdana"/>
        </w:rPr>
        <w:t>Partnerships from fire sales help you increase your cash flow, increase your awareness, and build your list. Your fire sale information and sales page will be sent to people outside your immediate group of prospects and customers thus widening your profits and growth potential.</w:t>
      </w:r>
    </w:p>
    <w:p w14:paraId="769123AE" w14:textId="77777777" w:rsidR="005F0C81" w:rsidRPr="00287BC7" w:rsidRDefault="005F0C81" w:rsidP="00287BC7">
      <w:pPr>
        <w:spacing w:line="360" w:lineRule="auto"/>
        <w:rPr>
          <w:rFonts w:ascii="Verdana" w:hAnsi="Verdana"/>
        </w:rPr>
      </w:pPr>
    </w:p>
    <w:p w14:paraId="3912C77E" w14:textId="77777777" w:rsidR="00A9003C" w:rsidRPr="00287BC7" w:rsidRDefault="00A9003C" w:rsidP="00287BC7">
      <w:pPr>
        <w:spacing w:line="360" w:lineRule="auto"/>
        <w:rPr>
          <w:rFonts w:ascii="Verdana" w:hAnsi="Verdana"/>
          <w:b/>
        </w:rPr>
      </w:pPr>
      <w:r w:rsidRPr="00287BC7">
        <w:rPr>
          <w:rFonts w:ascii="Verdana" w:hAnsi="Verdana"/>
          <w:b/>
        </w:rPr>
        <w:lastRenderedPageBreak/>
        <w:t xml:space="preserve">Clean </w:t>
      </w:r>
      <w:r w:rsidR="005F0C81" w:rsidRPr="00287BC7">
        <w:rPr>
          <w:rFonts w:ascii="Verdana" w:hAnsi="Verdana"/>
          <w:b/>
        </w:rPr>
        <w:t>Out Old Products So You Can Move Forward</w:t>
      </w:r>
    </w:p>
    <w:p w14:paraId="207BFB3A" w14:textId="77777777" w:rsidR="005F0C81" w:rsidRPr="00287BC7" w:rsidRDefault="005F0C81" w:rsidP="00287BC7">
      <w:pPr>
        <w:spacing w:line="360" w:lineRule="auto"/>
        <w:rPr>
          <w:rFonts w:ascii="Verdana" w:hAnsi="Verdana"/>
        </w:rPr>
      </w:pPr>
    </w:p>
    <w:p w14:paraId="4F619A5D" w14:textId="77777777" w:rsidR="005F0C81" w:rsidRPr="00287BC7" w:rsidRDefault="005F0C81" w:rsidP="00287BC7">
      <w:pPr>
        <w:spacing w:line="360" w:lineRule="auto"/>
        <w:rPr>
          <w:rFonts w:ascii="Verdana" w:hAnsi="Verdana"/>
        </w:rPr>
      </w:pPr>
      <w:r w:rsidRPr="00287BC7">
        <w:rPr>
          <w:rFonts w:ascii="Verdana" w:hAnsi="Verdana"/>
        </w:rPr>
        <w:t>A fire sale, for some, can be an opportunity to move forward. Sometimes you have a backlog of old products that aren’t applicable to the direction you’re taking your business. They no longer meet your business mission or vision</w:t>
      </w:r>
      <w:r w:rsidR="00BD3A78" w:rsidRPr="00287BC7">
        <w:rPr>
          <w:rFonts w:ascii="Verdana" w:hAnsi="Verdana"/>
        </w:rPr>
        <w:t xml:space="preserve">. </w:t>
      </w:r>
      <w:r w:rsidRPr="00287BC7">
        <w:rPr>
          <w:rFonts w:ascii="Verdana" w:hAnsi="Verdana"/>
        </w:rPr>
        <w:t xml:space="preserve">You can use a fire sale to clean out the clutter. A last chance sort before we close the vault for good type of offer </w:t>
      </w:r>
      <w:r w:rsidR="002966DB" w:rsidRPr="00287BC7">
        <w:rPr>
          <w:rFonts w:ascii="Verdana" w:hAnsi="Verdana"/>
        </w:rPr>
        <w:t>works well to generate interest and profits and it offers all of the above benefits we’ve already discussed.</w:t>
      </w:r>
    </w:p>
    <w:p w14:paraId="6E6BC7C3" w14:textId="77777777" w:rsidR="005F0C81" w:rsidRPr="00287BC7" w:rsidRDefault="005F0C81" w:rsidP="00287BC7">
      <w:pPr>
        <w:spacing w:line="360" w:lineRule="auto"/>
        <w:rPr>
          <w:rFonts w:ascii="Verdana" w:hAnsi="Verdana"/>
        </w:rPr>
      </w:pPr>
    </w:p>
    <w:p w14:paraId="37DB65D9" w14:textId="77777777" w:rsidR="00F74C8E" w:rsidRPr="00287BC7" w:rsidRDefault="00F74C8E" w:rsidP="00287BC7">
      <w:pPr>
        <w:spacing w:line="360" w:lineRule="auto"/>
        <w:rPr>
          <w:rFonts w:ascii="Verdana" w:hAnsi="Verdana"/>
          <w:b/>
        </w:rPr>
      </w:pPr>
      <w:r w:rsidRPr="00287BC7">
        <w:rPr>
          <w:rFonts w:ascii="Verdana" w:hAnsi="Verdana"/>
          <w:b/>
        </w:rPr>
        <w:t>Generate Cash Fast</w:t>
      </w:r>
    </w:p>
    <w:p w14:paraId="76DEFFC9" w14:textId="77777777" w:rsidR="00F74C8E" w:rsidRPr="00287BC7" w:rsidRDefault="00F74C8E" w:rsidP="00287BC7">
      <w:pPr>
        <w:spacing w:line="360" w:lineRule="auto"/>
        <w:rPr>
          <w:rFonts w:ascii="Verdana" w:hAnsi="Verdana"/>
        </w:rPr>
      </w:pPr>
    </w:p>
    <w:p w14:paraId="6407A692" w14:textId="77777777" w:rsidR="00042E32" w:rsidRPr="00287BC7" w:rsidRDefault="00F74C8E" w:rsidP="00287BC7">
      <w:pPr>
        <w:spacing w:line="360" w:lineRule="auto"/>
        <w:rPr>
          <w:rFonts w:ascii="Verdana" w:hAnsi="Verdana"/>
        </w:rPr>
      </w:pPr>
      <w:r w:rsidRPr="00287BC7">
        <w:rPr>
          <w:rFonts w:ascii="Verdana" w:hAnsi="Verdana"/>
        </w:rPr>
        <w:t>We’ve already mentioned a fire sales unique ability to generate cash fast. It’s not unheard of to make that infamous six figure goal during your fire sale</w:t>
      </w:r>
      <w:r w:rsidR="00BD3A78" w:rsidRPr="00287BC7">
        <w:rPr>
          <w:rFonts w:ascii="Verdana" w:hAnsi="Verdana"/>
        </w:rPr>
        <w:t xml:space="preserve">. </w:t>
      </w:r>
      <w:r w:rsidRPr="00287BC7">
        <w:rPr>
          <w:rFonts w:ascii="Verdana" w:hAnsi="Verdana"/>
        </w:rPr>
        <w:t>Of course this is accomplished with proper planning and execution</w:t>
      </w:r>
      <w:r w:rsidR="00BD3A78" w:rsidRPr="00287BC7">
        <w:rPr>
          <w:rFonts w:ascii="Verdana" w:hAnsi="Verdana"/>
        </w:rPr>
        <w:t xml:space="preserve">. </w:t>
      </w:r>
      <w:r w:rsidR="002966DB" w:rsidRPr="00287BC7">
        <w:rPr>
          <w:rFonts w:ascii="Verdana" w:hAnsi="Verdana"/>
        </w:rPr>
        <w:t>Let’s close this report by taking a look at the</w:t>
      </w:r>
      <w:r w:rsidR="00042E32" w:rsidRPr="00287BC7">
        <w:rPr>
          <w:rFonts w:ascii="Verdana" w:hAnsi="Verdana"/>
        </w:rPr>
        <w:t xml:space="preserve"> elements of a successful fire</w:t>
      </w:r>
      <w:r w:rsidR="002966DB" w:rsidRPr="00287BC7">
        <w:rPr>
          <w:rFonts w:ascii="Verdana" w:hAnsi="Verdana"/>
        </w:rPr>
        <w:t xml:space="preserve"> </w:t>
      </w:r>
      <w:r w:rsidR="00042E32" w:rsidRPr="00287BC7">
        <w:rPr>
          <w:rFonts w:ascii="Verdana" w:hAnsi="Verdana"/>
        </w:rPr>
        <w:t>sale</w:t>
      </w:r>
      <w:r w:rsidR="002966DB" w:rsidRPr="00287BC7">
        <w:rPr>
          <w:rFonts w:ascii="Verdana" w:hAnsi="Verdana"/>
        </w:rPr>
        <w:t>.</w:t>
      </w:r>
    </w:p>
    <w:p w14:paraId="148E261A" w14:textId="77777777" w:rsidR="00755BDC" w:rsidRPr="00287BC7" w:rsidRDefault="00755BDC" w:rsidP="00287BC7">
      <w:pPr>
        <w:spacing w:line="360" w:lineRule="auto"/>
        <w:rPr>
          <w:rFonts w:ascii="Verdana" w:hAnsi="Verdana"/>
          <w:b/>
        </w:rPr>
      </w:pPr>
    </w:p>
    <w:p w14:paraId="2C587EF9" w14:textId="77777777" w:rsidR="002966DB" w:rsidRPr="00287BC7" w:rsidRDefault="002966DB" w:rsidP="00287BC7">
      <w:pPr>
        <w:spacing w:line="360" w:lineRule="auto"/>
        <w:rPr>
          <w:rFonts w:ascii="Verdana" w:hAnsi="Verdana"/>
          <w:b/>
          <w:color w:val="C00000"/>
          <w:sz w:val="28"/>
          <w:szCs w:val="28"/>
        </w:rPr>
      </w:pPr>
      <w:r w:rsidRPr="00287BC7">
        <w:rPr>
          <w:rFonts w:ascii="Verdana" w:hAnsi="Verdana"/>
          <w:b/>
          <w:color w:val="C00000"/>
          <w:sz w:val="28"/>
          <w:szCs w:val="28"/>
        </w:rPr>
        <w:t>Th</w:t>
      </w:r>
      <w:r w:rsidR="005D4F17" w:rsidRPr="00287BC7">
        <w:rPr>
          <w:rFonts w:ascii="Verdana" w:hAnsi="Verdana"/>
          <w:b/>
          <w:color w:val="C00000"/>
          <w:sz w:val="28"/>
          <w:szCs w:val="28"/>
        </w:rPr>
        <w:t>re</w:t>
      </w:r>
      <w:r w:rsidRPr="00287BC7">
        <w:rPr>
          <w:rFonts w:ascii="Verdana" w:hAnsi="Verdana"/>
          <w:b/>
          <w:color w:val="C00000"/>
          <w:sz w:val="28"/>
          <w:szCs w:val="28"/>
        </w:rPr>
        <w:t xml:space="preserve">e Elements </w:t>
      </w:r>
      <w:r w:rsidR="00DD4CFB" w:rsidRPr="00287BC7">
        <w:rPr>
          <w:rFonts w:ascii="Verdana" w:hAnsi="Verdana"/>
          <w:b/>
          <w:color w:val="C00000"/>
          <w:sz w:val="28"/>
          <w:szCs w:val="28"/>
        </w:rPr>
        <w:t>of</w:t>
      </w:r>
      <w:r w:rsidRPr="00287BC7">
        <w:rPr>
          <w:rFonts w:ascii="Verdana" w:hAnsi="Verdana"/>
          <w:b/>
          <w:color w:val="C00000"/>
          <w:sz w:val="28"/>
          <w:szCs w:val="28"/>
        </w:rPr>
        <w:t xml:space="preserve"> </w:t>
      </w:r>
      <w:r w:rsidR="00DD4CFB" w:rsidRPr="00287BC7">
        <w:rPr>
          <w:rFonts w:ascii="Verdana" w:hAnsi="Verdana"/>
          <w:b/>
          <w:color w:val="C00000"/>
          <w:sz w:val="28"/>
          <w:szCs w:val="28"/>
        </w:rPr>
        <w:t>a</w:t>
      </w:r>
      <w:r w:rsidRPr="00287BC7">
        <w:rPr>
          <w:rFonts w:ascii="Verdana" w:hAnsi="Verdana"/>
          <w:b/>
          <w:color w:val="C00000"/>
          <w:sz w:val="28"/>
          <w:szCs w:val="28"/>
        </w:rPr>
        <w:t xml:space="preserve"> Successful Fire Sale</w:t>
      </w:r>
    </w:p>
    <w:p w14:paraId="5A0BF3E4" w14:textId="77777777" w:rsidR="002966DB" w:rsidRPr="00287BC7" w:rsidRDefault="002966DB" w:rsidP="00287BC7">
      <w:pPr>
        <w:spacing w:line="360" w:lineRule="auto"/>
        <w:rPr>
          <w:rFonts w:ascii="Verdana" w:hAnsi="Verdana"/>
        </w:rPr>
      </w:pPr>
    </w:p>
    <w:p w14:paraId="17985F14" w14:textId="77777777" w:rsidR="005D4F17" w:rsidRPr="00287BC7" w:rsidRDefault="005D4F17" w:rsidP="00287BC7">
      <w:pPr>
        <w:spacing w:line="360" w:lineRule="auto"/>
        <w:rPr>
          <w:rFonts w:ascii="Verdana" w:hAnsi="Verdana"/>
        </w:rPr>
      </w:pPr>
      <w:r w:rsidRPr="00287BC7">
        <w:rPr>
          <w:rFonts w:ascii="Verdana" w:hAnsi="Verdana"/>
        </w:rPr>
        <w:t xml:space="preserve">Not all fire sales are successful. In fact, some struggle to make back any return on investment. Why? </w:t>
      </w:r>
      <w:proofErr w:type="gramStart"/>
      <w:r w:rsidRPr="00287BC7">
        <w:rPr>
          <w:rFonts w:ascii="Verdana" w:hAnsi="Verdana"/>
        </w:rPr>
        <w:t>Because they forget the essential elements of any marketing tactic</w:t>
      </w:r>
      <w:r w:rsidR="00DD4CFB" w:rsidRPr="00287BC7">
        <w:rPr>
          <w:rFonts w:ascii="Verdana" w:hAnsi="Verdana"/>
        </w:rPr>
        <w:t>.</w:t>
      </w:r>
      <w:proofErr w:type="gramEnd"/>
    </w:p>
    <w:p w14:paraId="4B842F4C" w14:textId="77777777" w:rsidR="005D4F17" w:rsidRPr="00287BC7" w:rsidRDefault="005D4F17" w:rsidP="00287BC7">
      <w:pPr>
        <w:spacing w:line="360" w:lineRule="auto"/>
        <w:rPr>
          <w:rFonts w:ascii="Verdana" w:hAnsi="Verdana"/>
        </w:rPr>
      </w:pPr>
    </w:p>
    <w:p w14:paraId="291756D2" w14:textId="77777777" w:rsidR="00287BC7" w:rsidRDefault="005D4F17" w:rsidP="00287BC7">
      <w:pPr>
        <w:spacing w:line="360" w:lineRule="auto"/>
        <w:rPr>
          <w:rFonts w:ascii="Verdana" w:hAnsi="Verdana"/>
        </w:rPr>
      </w:pPr>
      <w:r w:rsidRPr="00287BC7">
        <w:rPr>
          <w:rFonts w:ascii="Verdana" w:hAnsi="Verdana"/>
        </w:rPr>
        <w:t xml:space="preserve">#1 </w:t>
      </w:r>
      <w:proofErr w:type="gramStart"/>
      <w:r w:rsidRPr="00287BC7">
        <w:rPr>
          <w:rFonts w:ascii="Verdana" w:hAnsi="Verdana"/>
        </w:rPr>
        <w:t>The</w:t>
      </w:r>
      <w:proofErr w:type="gramEnd"/>
      <w:r w:rsidRPr="00287BC7">
        <w:rPr>
          <w:rFonts w:ascii="Verdana" w:hAnsi="Verdana"/>
        </w:rPr>
        <w:t xml:space="preserve"> Reason Why. All successful fire sales must have a “reason why.” Why are you having a fire sale? If you don’t provide a reason why, people will question your motives. They’ll wonder what the catch is and distrust starts to settle in. That’s the last thing you want</w:t>
      </w:r>
      <w:r w:rsidR="00E226E1" w:rsidRPr="00287BC7">
        <w:rPr>
          <w:rFonts w:ascii="Verdana" w:hAnsi="Verdana"/>
        </w:rPr>
        <w:t xml:space="preserve">. </w:t>
      </w:r>
    </w:p>
    <w:p w14:paraId="7F6A7274" w14:textId="77777777" w:rsidR="005D4F17" w:rsidRPr="00287BC7" w:rsidRDefault="005D4F17" w:rsidP="00287BC7">
      <w:pPr>
        <w:spacing w:line="360" w:lineRule="auto"/>
        <w:rPr>
          <w:rFonts w:ascii="Verdana" w:hAnsi="Verdana"/>
        </w:rPr>
      </w:pPr>
      <w:r w:rsidRPr="00287BC7">
        <w:rPr>
          <w:rFonts w:ascii="Verdana" w:hAnsi="Verdana"/>
        </w:rPr>
        <w:lastRenderedPageBreak/>
        <w:t>So give them a reason why and be honest. If you need money for a loved one’s medical costs, then tell them. If you want to pay for college, tell your prospects</w:t>
      </w:r>
      <w:r w:rsidR="00E226E1" w:rsidRPr="00287BC7">
        <w:rPr>
          <w:rFonts w:ascii="Verdana" w:hAnsi="Verdana"/>
        </w:rPr>
        <w:t xml:space="preserve">. </w:t>
      </w:r>
    </w:p>
    <w:p w14:paraId="31B5C6E0" w14:textId="77777777" w:rsidR="005D4F17" w:rsidRPr="00287BC7" w:rsidRDefault="005D4F17" w:rsidP="00287BC7">
      <w:pPr>
        <w:spacing w:line="360" w:lineRule="auto"/>
        <w:rPr>
          <w:rFonts w:ascii="Verdana" w:hAnsi="Verdana"/>
        </w:rPr>
      </w:pPr>
    </w:p>
    <w:p w14:paraId="259B4715" w14:textId="77777777" w:rsidR="00755BDC" w:rsidRPr="00287BC7" w:rsidRDefault="005D4F17" w:rsidP="00287BC7">
      <w:pPr>
        <w:spacing w:line="360" w:lineRule="auto"/>
        <w:rPr>
          <w:rFonts w:ascii="Verdana" w:hAnsi="Verdana"/>
        </w:rPr>
      </w:pPr>
      <w:proofErr w:type="gramStart"/>
      <w:r w:rsidRPr="00287BC7">
        <w:rPr>
          <w:rFonts w:ascii="Verdana" w:hAnsi="Verdana"/>
        </w:rPr>
        <w:t>#2 Your Community.</w:t>
      </w:r>
      <w:proofErr w:type="gramEnd"/>
      <w:r w:rsidRPr="00287BC7">
        <w:rPr>
          <w:rFonts w:ascii="Verdana" w:hAnsi="Verdana"/>
        </w:rPr>
        <w:t xml:space="preserve"> Part of successful marketing is connecting with your audience and that requires being yourself and being honest and transparent</w:t>
      </w:r>
      <w:r w:rsidR="00E226E1" w:rsidRPr="00287BC7">
        <w:rPr>
          <w:rFonts w:ascii="Verdana" w:hAnsi="Verdana"/>
        </w:rPr>
        <w:t xml:space="preserve">. </w:t>
      </w:r>
      <w:r w:rsidRPr="00287BC7">
        <w:rPr>
          <w:rFonts w:ascii="Verdana" w:hAnsi="Verdana"/>
        </w:rPr>
        <w:t>You’ve built a community of followers through your marketing efforts, use a fire sale to connect with them again. Connect with associates and ask them to market your sale to their email list</w:t>
      </w:r>
      <w:r w:rsidR="00E226E1" w:rsidRPr="00287BC7">
        <w:rPr>
          <w:rFonts w:ascii="Verdana" w:hAnsi="Verdana"/>
        </w:rPr>
        <w:t xml:space="preserve">. </w:t>
      </w:r>
    </w:p>
    <w:p w14:paraId="5102C3F3" w14:textId="77777777" w:rsidR="005D4F17" w:rsidRPr="00287BC7" w:rsidRDefault="005D4F17" w:rsidP="00287BC7">
      <w:pPr>
        <w:spacing w:line="360" w:lineRule="auto"/>
        <w:rPr>
          <w:rFonts w:ascii="Verdana" w:hAnsi="Verdana"/>
        </w:rPr>
      </w:pPr>
    </w:p>
    <w:p w14:paraId="72241A84" w14:textId="77777777" w:rsidR="005D4F17" w:rsidRPr="00287BC7" w:rsidRDefault="005D4F17" w:rsidP="00287BC7">
      <w:pPr>
        <w:spacing w:line="360" w:lineRule="auto"/>
        <w:rPr>
          <w:rFonts w:ascii="Verdana" w:hAnsi="Verdana"/>
        </w:rPr>
      </w:pPr>
      <w:r w:rsidRPr="00287BC7">
        <w:rPr>
          <w:rFonts w:ascii="Verdana" w:hAnsi="Verdana"/>
        </w:rPr>
        <w:t xml:space="preserve">#3 A </w:t>
      </w:r>
      <w:proofErr w:type="gramStart"/>
      <w:r w:rsidRPr="00287BC7">
        <w:rPr>
          <w:rFonts w:ascii="Verdana" w:hAnsi="Verdana"/>
        </w:rPr>
        <w:t>Plan</w:t>
      </w:r>
      <w:proofErr w:type="gramEnd"/>
      <w:r w:rsidRPr="00287BC7">
        <w:rPr>
          <w:rFonts w:ascii="Verdana" w:hAnsi="Verdana"/>
        </w:rPr>
        <w:t>. Plan how you’re going to market your fire sale in advance. What are you selling? What’s the benefit and what’s the offer? How long is your sale going to last?  Write your sales copy to your audience and address their needs, wants and desires. You must have a dedicated “Fire sale” sales page that appeals to the emotions of your target audience</w:t>
      </w:r>
      <w:r w:rsidR="00E226E1" w:rsidRPr="00287BC7">
        <w:rPr>
          <w:rFonts w:ascii="Verdana" w:hAnsi="Verdana"/>
        </w:rPr>
        <w:t xml:space="preserve">. </w:t>
      </w:r>
    </w:p>
    <w:p w14:paraId="6E1A209A" w14:textId="77777777" w:rsidR="005D4F17" w:rsidRPr="00287BC7" w:rsidRDefault="005D4F17" w:rsidP="00287BC7">
      <w:pPr>
        <w:spacing w:line="360" w:lineRule="auto"/>
        <w:rPr>
          <w:rFonts w:ascii="Verdana" w:hAnsi="Verdana"/>
        </w:rPr>
      </w:pPr>
    </w:p>
    <w:p w14:paraId="7B61AE4D" w14:textId="77777777" w:rsidR="005D4F17" w:rsidRPr="00287BC7" w:rsidRDefault="005D4F17" w:rsidP="00287BC7">
      <w:pPr>
        <w:spacing w:line="360" w:lineRule="auto"/>
        <w:rPr>
          <w:rFonts w:ascii="Verdana" w:hAnsi="Verdana"/>
        </w:rPr>
      </w:pPr>
      <w:r w:rsidRPr="00287BC7">
        <w:rPr>
          <w:rFonts w:ascii="Verdana" w:hAnsi="Verdana"/>
        </w:rPr>
        <w:t>Fire sales have the ability to help you meet any financial or business building goal</w:t>
      </w:r>
      <w:r w:rsidR="00E226E1" w:rsidRPr="00287BC7">
        <w:rPr>
          <w:rFonts w:ascii="Verdana" w:hAnsi="Verdana"/>
        </w:rPr>
        <w:t xml:space="preserve">. </w:t>
      </w:r>
      <w:r w:rsidRPr="00287BC7">
        <w:rPr>
          <w:rFonts w:ascii="Verdana" w:hAnsi="Verdana"/>
        </w:rPr>
        <w:t>Whether you need the money, want the money or want to build awareness and grow your list, a fire sale can help you</w:t>
      </w:r>
      <w:r w:rsidR="00E226E1" w:rsidRPr="00287BC7">
        <w:rPr>
          <w:rFonts w:ascii="Verdana" w:hAnsi="Verdana"/>
        </w:rPr>
        <w:t xml:space="preserve"> succeed. </w:t>
      </w:r>
    </w:p>
    <w:p w14:paraId="6D68B1A3" w14:textId="77777777" w:rsidR="00E226E1" w:rsidRPr="00287BC7" w:rsidRDefault="00E226E1" w:rsidP="00287BC7">
      <w:pPr>
        <w:spacing w:line="360" w:lineRule="auto"/>
        <w:rPr>
          <w:rFonts w:ascii="Verdana" w:hAnsi="Verdana"/>
        </w:rPr>
      </w:pPr>
    </w:p>
    <w:p w14:paraId="6473A92F" w14:textId="77777777" w:rsidR="00E226E1" w:rsidRPr="00287BC7" w:rsidRDefault="00E226E1" w:rsidP="00287BC7">
      <w:pPr>
        <w:spacing w:line="360" w:lineRule="auto"/>
        <w:rPr>
          <w:rFonts w:ascii="Verdana" w:hAnsi="Verdana"/>
        </w:rPr>
      </w:pPr>
      <w:r w:rsidRPr="00287BC7">
        <w:rPr>
          <w:rFonts w:ascii="Verdana" w:hAnsi="Verdana"/>
        </w:rPr>
        <w:t>Get started planning your fire sale today!</w:t>
      </w:r>
      <w:bookmarkStart w:id="0" w:name="_GoBack"/>
      <w:bookmarkEnd w:id="0"/>
    </w:p>
    <w:sectPr w:rsidR="00E226E1" w:rsidRPr="00287BC7" w:rsidSect="00665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F6386"/>
    <w:multiLevelType w:val="hybridMultilevel"/>
    <w:tmpl w:val="BD52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2D40D4"/>
    <w:multiLevelType w:val="hybridMultilevel"/>
    <w:tmpl w:val="6B109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577BFC"/>
    <w:multiLevelType w:val="hybridMultilevel"/>
    <w:tmpl w:val="8DB87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2"/>
  </w:compat>
  <w:rsids>
    <w:rsidRoot w:val="00CC7D76"/>
    <w:rsid w:val="00042E32"/>
    <w:rsid w:val="00046D9A"/>
    <w:rsid w:val="0013193D"/>
    <w:rsid w:val="001E080F"/>
    <w:rsid w:val="00287BC7"/>
    <w:rsid w:val="002966DB"/>
    <w:rsid w:val="00481B77"/>
    <w:rsid w:val="005B5616"/>
    <w:rsid w:val="005D4F17"/>
    <w:rsid w:val="005F0C81"/>
    <w:rsid w:val="00610CDA"/>
    <w:rsid w:val="006651B0"/>
    <w:rsid w:val="006A5836"/>
    <w:rsid w:val="00755BDC"/>
    <w:rsid w:val="00764CEA"/>
    <w:rsid w:val="00773588"/>
    <w:rsid w:val="007B6ACC"/>
    <w:rsid w:val="0082305F"/>
    <w:rsid w:val="008B4F6E"/>
    <w:rsid w:val="009E4626"/>
    <w:rsid w:val="009E46D5"/>
    <w:rsid w:val="00A9003C"/>
    <w:rsid w:val="00A9184D"/>
    <w:rsid w:val="00B00465"/>
    <w:rsid w:val="00B46FA8"/>
    <w:rsid w:val="00B93C8E"/>
    <w:rsid w:val="00BD3A78"/>
    <w:rsid w:val="00BD5F13"/>
    <w:rsid w:val="00BD7A4B"/>
    <w:rsid w:val="00BF46F6"/>
    <w:rsid w:val="00CC37D5"/>
    <w:rsid w:val="00CC7D76"/>
    <w:rsid w:val="00D34246"/>
    <w:rsid w:val="00DC5671"/>
    <w:rsid w:val="00DD4CFB"/>
    <w:rsid w:val="00E226E1"/>
    <w:rsid w:val="00E8780B"/>
    <w:rsid w:val="00F41581"/>
    <w:rsid w:val="00F74C8E"/>
    <w:rsid w:val="00FC030C"/>
    <w:rsid w:val="00FE5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AD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6F6"/>
    <w:pPr>
      <w:spacing w:after="0" w:line="240" w:lineRule="auto"/>
    </w:pPr>
    <w:rPr>
      <w:rFonts w:ascii="Times New Roman" w:hAnsi="Times New Roman"/>
      <w:sz w:val="24"/>
      <w:szCs w:val="24"/>
      <w:lang w:bidi="ar-SA"/>
    </w:rPr>
  </w:style>
  <w:style w:type="paragraph" w:styleId="Heading1">
    <w:name w:val="heading 1"/>
    <w:basedOn w:val="Normal"/>
    <w:next w:val="Normal"/>
    <w:link w:val="Heading1Char"/>
    <w:uiPriority w:val="9"/>
    <w:qFormat/>
    <w:rsid w:val="00BF46F6"/>
    <w:pPr>
      <w:keepNext/>
      <w:spacing w:before="240" w:after="60"/>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semiHidden/>
    <w:unhideWhenUsed/>
    <w:qFormat/>
    <w:rsid w:val="00BF46F6"/>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semiHidden/>
    <w:unhideWhenUsed/>
    <w:qFormat/>
    <w:rsid w:val="00BF46F6"/>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BF46F6"/>
    <w:pPr>
      <w:keepNext/>
      <w:spacing w:before="240" w:after="60"/>
      <w:outlineLvl w:val="3"/>
    </w:pPr>
    <w:rPr>
      <w:rFonts w:asciiTheme="minorHAnsi" w:hAnsiTheme="minorHAnsi"/>
      <w:b/>
      <w:bCs/>
      <w:sz w:val="28"/>
      <w:szCs w:val="28"/>
      <w:lang w:bidi="en-US"/>
    </w:rPr>
  </w:style>
  <w:style w:type="paragraph" w:styleId="Heading5">
    <w:name w:val="heading 5"/>
    <w:basedOn w:val="Normal"/>
    <w:next w:val="Normal"/>
    <w:link w:val="Heading5Char"/>
    <w:uiPriority w:val="9"/>
    <w:semiHidden/>
    <w:unhideWhenUsed/>
    <w:qFormat/>
    <w:rsid w:val="00BF46F6"/>
    <w:pPr>
      <w:spacing w:before="240" w:after="60"/>
      <w:outlineLvl w:val="4"/>
    </w:pPr>
    <w:rPr>
      <w:rFonts w:asciiTheme="minorHAnsi" w:hAnsiTheme="minorHAnsi"/>
      <w:b/>
      <w:bCs/>
      <w:i/>
      <w:iCs/>
      <w:sz w:val="26"/>
      <w:szCs w:val="26"/>
      <w:lang w:bidi="en-US"/>
    </w:rPr>
  </w:style>
  <w:style w:type="paragraph" w:styleId="Heading6">
    <w:name w:val="heading 6"/>
    <w:basedOn w:val="Normal"/>
    <w:next w:val="Normal"/>
    <w:link w:val="Heading6Char"/>
    <w:uiPriority w:val="9"/>
    <w:semiHidden/>
    <w:unhideWhenUsed/>
    <w:qFormat/>
    <w:rsid w:val="00BF46F6"/>
    <w:pPr>
      <w:spacing w:before="240" w:after="60"/>
      <w:outlineLvl w:val="5"/>
    </w:pPr>
    <w:rPr>
      <w:rFonts w:asciiTheme="minorHAnsi" w:hAnsiTheme="minorHAnsi"/>
      <w:b/>
      <w:bCs/>
      <w:sz w:val="22"/>
      <w:szCs w:val="22"/>
      <w:lang w:bidi="en-US"/>
    </w:rPr>
  </w:style>
  <w:style w:type="paragraph" w:styleId="Heading7">
    <w:name w:val="heading 7"/>
    <w:basedOn w:val="Normal"/>
    <w:next w:val="Normal"/>
    <w:link w:val="Heading7Char"/>
    <w:uiPriority w:val="9"/>
    <w:semiHidden/>
    <w:unhideWhenUsed/>
    <w:qFormat/>
    <w:rsid w:val="00BF46F6"/>
    <w:pPr>
      <w:spacing w:before="240" w:after="60"/>
      <w:outlineLvl w:val="6"/>
    </w:pPr>
    <w:rPr>
      <w:rFonts w:asciiTheme="minorHAnsi" w:hAnsiTheme="minorHAnsi"/>
      <w:lang w:bidi="en-US"/>
    </w:rPr>
  </w:style>
  <w:style w:type="paragraph" w:styleId="Heading8">
    <w:name w:val="heading 8"/>
    <w:basedOn w:val="Normal"/>
    <w:next w:val="Normal"/>
    <w:link w:val="Heading8Char"/>
    <w:uiPriority w:val="9"/>
    <w:semiHidden/>
    <w:unhideWhenUsed/>
    <w:qFormat/>
    <w:rsid w:val="00BF46F6"/>
    <w:pPr>
      <w:spacing w:before="240" w:after="60"/>
      <w:outlineLvl w:val="7"/>
    </w:pPr>
    <w:rPr>
      <w:rFonts w:asciiTheme="minorHAnsi" w:hAnsiTheme="minorHAnsi"/>
      <w:i/>
      <w:iCs/>
      <w:lang w:bidi="en-US"/>
    </w:rPr>
  </w:style>
  <w:style w:type="paragraph" w:styleId="Heading9">
    <w:name w:val="heading 9"/>
    <w:basedOn w:val="Normal"/>
    <w:next w:val="Normal"/>
    <w:link w:val="Heading9Char"/>
    <w:uiPriority w:val="9"/>
    <w:semiHidden/>
    <w:unhideWhenUsed/>
    <w:qFormat/>
    <w:rsid w:val="00BF46F6"/>
    <w:pPr>
      <w:spacing w:before="240" w:after="60"/>
      <w:outlineLvl w:val="8"/>
    </w:pPr>
    <w:rPr>
      <w:rFonts w:asciiTheme="majorHAnsi" w:eastAsiaTheme="majorEastAsia" w:hAnsiTheme="majorHAns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46F6"/>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F46F6"/>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F46F6"/>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F46F6"/>
    <w:rPr>
      <w:b/>
      <w:bCs/>
      <w:sz w:val="28"/>
      <w:szCs w:val="28"/>
    </w:rPr>
  </w:style>
  <w:style w:type="character" w:customStyle="1" w:styleId="Heading5Char">
    <w:name w:val="Heading 5 Char"/>
    <w:basedOn w:val="DefaultParagraphFont"/>
    <w:link w:val="Heading5"/>
    <w:uiPriority w:val="9"/>
    <w:semiHidden/>
    <w:rsid w:val="00BF46F6"/>
    <w:rPr>
      <w:b/>
      <w:bCs/>
      <w:i/>
      <w:iCs/>
      <w:sz w:val="26"/>
      <w:szCs w:val="26"/>
    </w:rPr>
  </w:style>
  <w:style w:type="character" w:customStyle="1" w:styleId="Heading6Char">
    <w:name w:val="Heading 6 Char"/>
    <w:basedOn w:val="DefaultParagraphFont"/>
    <w:link w:val="Heading6"/>
    <w:uiPriority w:val="9"/>
    <w:semiHidden/>
    <w:rsid w:val="00BF46F6"/>
    <w:rPr>
      <w:b/>
      <w:bCs/>
    </w:rPr>
  </w:style>
  <w:style w:type="character" w:customStyle="1" w:styleId="Heading7Char">
    <w:name w:val="Heading 7 Char"/>
    <w:basedOn w:val="DefaultParagraphFont"/>
    <w:link w:val="Heading7"/>
    <w:uiPriority w:val="9"/>
    <w:semiHidden/>
    <w:rsid w:val="00BF46F6"/>
    <w:rPr>
      <w:sz w:val="24"/>
      <w:szCs w:val="24"/>
    </w:rPr>
  </w:style>
  <w:style w:type="character" w:customStyle="1" w:styleId="Heading8Char">
    <w:name w:val="Heading 8 Char"/>
    <w:basedOn w:val="DefaultParagraphFont"/>
    <w:link w:val="Heading8"/>
    <w:uiPriority w:val="9"/>
    <w:semiHidden/>
    <w:rsid w:val="00BF46F6"/>
    <w:rPr>
      <w:i/>
      <w:iCs/>
      <w:sz w:val="24"/>
      <w:szCs w:val="24"/>
    </w:rPr>
  </w:style>
  <w:style w:type="character" w:customStyle="1" w:styleId="Heading9Char">
    <w:name w:val="Heading 9 Char"/>
    <w:basedOn w:val="DefaultParagraphFont"/>
    <w:link w:val="Heading9"/>
    <w:uiPriority w:val="9"/>
    <w:semiHidden/>
    <w:rsid w:val="00BF46F6"/>
    <w:rPr>
      <w:rFonts w:asciiTheme="majorHAnsi" w:eastAsiaTheme="majorEastAsia" w:hAnsiTheme="majorHAnsi"/>
    </w:rPr>
  </w:style>
  <w:style w:type="paragraph" w:styleId="Title">
    <w:name w:val="Title"/>
    <w:basedOn w:val="Normal"/>
    <w:next w:val="Normal"/>
    <w:link w:val="TitleChar"/>
    <w:uiPriority w:val="10"/>
    <w:qFormat/>
    <w:rsid w:val="00BF46F6"/>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BF46F6"/>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F46F6"/>
    <w:pPr>
      <w:spacing w:after="60"/>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BF46F6"/>
    <w:rPr>
      <w:rFonts w:asciiTheme="majorHAnsi" w:eastAsiaTheme="majorEastAsia" w:hAnsiTheme="majorHAnsi"/>
      <w:sz w:val="24"/>
      <w:szCs w:val="24"/>
    </w:rPr>
  </w:style>
  <w:style w:type="character" w:styleId="Strong">
    <w:name w:val="Strong"/>
    <w:basedOn w:val="DefaultParagraphFont"/>
    <w:uiPriority w:val="22"/>
    <w:qFormat/>
    <w:rsid w:val="00BF46F6"/>
    <w:rPr>
      <w:b/>
      <w:bCs/>
    </w:rPr>
  </w:style>
  <w:style w:type="character" w:styleId="Emphasis">
    <w:name w:val="Emphasis"/>
    <w:basedOn w:val="DefaultParagraphFont"/>
    <w:uiPriority w:val="20"/>
    <w:qFormat/>
    <w:rsid w:val="00BF46F6"/>
    <w:rPr>
      <w:rFonts w:asciiTheme="minorHAnsi" w:hAnsiTheme="minorHAnsi"/>
      <w:b/>
      <w:i/>
      <w:iCs/>
    </w:rPr>
  </w:style>
  <w:style w:type="paragraph" w:styleId="NoSpacing">
    <w:name w:val="No Spacing"/>
    <w:basedOn w:val="Normal"/>
    <w:uiPriority w:val="1"/>
    <w:qFormat/>
    <w:rsid w:val="00BF46F6"/>
    <w:rPr>
      <w:rFonts w:asciiTheme="minorHAnsi" w:hAnsiTheme="minorHAnsi"/>
      <w:szCs w:val="32"/>
      <w:lang w:bidi="en-US"/>
    </w:rPr>
  </w:style>
  <w:style w:type="paragraph" w:styleId="ListParagraph">
    <w:name w:val="List Paragraph"/>
    <w:basedOn w:val="Normal"/>
    <w:uiPriority w:val="34"/>
    <w:qFormat/>
    <w:rsid w:val="00BF46F6"/>
    <w:pPr>
      <w:ind w:left="720"/>
      <w:contextualSpacing/>
    </w:pPr>
    <w:rPr>
      <w:rFonts w:asciiTheme="minorHAnsi" w:hAnsiTheme="minorHAnsi"/>
      <w:lang w:bidi="en-US"/>
    </w:rPr>
  </w:style>
  <w:style w:type="paragraph" w:styleId="Quote">
    <w:name w:val="Quote"/>
    <w:basedOn w:val="Normal"/>
    <w:next w:val="Normal"/>
    <w:link w:val="QuoteChar"/>
    <w:uiPriority w:val="29"/>
    <w:qFormat/>
    <w:rsid w:val="00BF46F6"/>
    <w:rPr>
      <w:rFonts w:asciiTheme="minorHAnsi" w:hAnsiTheme="minorHAnsi"/>
      <w:i/>
      <w:lang w:bidi="en-US"/>
    </w:rPr>
  </w:style>
  <w:style w:type="character" w:customStyle="1" w:styleId="QuoteChar">
    <w:name w:val="Quote Char"/>
    <w:basedOn w:val="DefaultParagraphFont"/>
    <w:link w:val="Quote"/>
    <w:uiPriority w:val="29"/>
    <w:rsid w:val="00BF46F6"/>
    <w:rPr>
      <w:i/>
      <w:sz w:val="24"/>
      <w:szCs w:val="24"/>
    </w:rPr>
  </w:style>
  <w:style w:type="paragraph" w:styleId="IntenseQuote">
    <w:name w:val="Intense Quote"/>
    <w:basedOn w:val="Normal"/>
    <w:next w:val="Normal"/>
    <w:link w:val="IntenseQuoteChar"/>
    <w:uiPriority w:val="30"/>
    <w:qFormat/>
    <w:rsid w:val="00BF46F6"/>
    <w:pPr>
      <w:ind w:left="720" w:right="720"/>
    </w:pPr>
    <w:rPr>
      <w:rFonts w:asciiTheme="minorHAnsi" w:hAnsiTheme="minorHAnsi"/>
      <w:b/>
      <w:i/>
      <w:szCs w:val="22"/>
      <w:lang w:bidi="en-US"/>
    </w:rPr>
  </w:style>
  <w:style w:type="character" w:customStyle="1" w:styleId="IntenseQuoteChar">
    <w:name w:val="Intense Quote Char"/>
    <w:basedOn w:val="DefaultParagraphFont"/>
    <w:link w:val="IntenseQuote"/>
    <w:uiPriority w:val="30"/>
    <w:rsid w:val="00BF46F6"/>
    <w:rPr>
      <w:b/>
      <w:i/>
      <w:sz w:val="24"/>
    </w:rPr>
  </w:style>
  <w:style w:type="character" w:styleId="SubtleEmphasis">
    <w:name w:val="Subtle Emphasis"/>
    <w:uiPriority w:val="19"/>
    <w:qFormat/>
    <w:rsid w:val="00BF46F6"/>
    <w:rPr>
      <w:i/>
      <w:color w:val="595959" w:themeColor="text1" w:themeTint="A5"/>
    </w:rPr>
  </w:style>
  <w:style w:type="character" w:styleId="IntenseEmphasis">
    <w:name w:val="Intense Emphasis"/>
    <w:basedOn w:val="DefaultParagraphFont"/>
    <w:uiPriority w:val="21"/>
    <w:qFormat/>
    <w:rsid w:val="00BF46F6"/>
    <w:rPr>
      <w:b/>
      <w:i/>
      <w:sz w:val="24"/>
      <w:szCs w:val="24"/>
      <w:u w:val="single"/>
    </w:rPr>
  </w:style>
  <w:style w:type="character" w:styleId="SubtleReference">
    <w:name w:val="Subtle Reference"/>
    <w:basedOn w:val="DefaultParagraphFont"/>
    <w:uiPriority w:val="31"/>
    <w:qFormat/>
    <w:rsid w:val="00BF46F6"/>
    <w:rPr>
      <w:sz w:val="24"/>
      <w:szCs w:val="24"/>
      <w:u w:val="single"/>
    </w:rPr>
  </w:style>
  <w:style w:type="character" w:styleId="IntenseReference">
    <w:name w:val="Intense Reference"/>
    <w:basedOn w:val="DefaultParagraphFont"/>
    <w:uiPriority w:val="32"/>
    <w:qFormat/>
    <w:rsid w:val="00BF46F6"/>
    <w:rPr>
      <w:b/>
      <w:sz w:val="24"/>
      <w:u w:val="single"/>
    </w:rPr>
  </w:style>
  <w:style w:type="character" w:styleId="BookTitle">
    <w:name w:val="Book Title"/>
    <w:basedOn w:val="DefaultParagraphFont"/>
    <w:uiPriority w:val="33"/>
    <w:qFormat/>
    <w:rsid w:val="00BF46F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F46F6"/>
    <w:pPr>
      <w:outlineLvl w:val="9"/>
    </w:pPr>
  </w:style>
  <w:style w:type="character" w:styleId="Hyperlink">
    <w:name w:val="Hyperlink"/>
    <w:basedOn w:val="DefaultParagraphFont"/>
    <w:uiPriority w:val="99"/>
    <w:unhideWhenUsed/>
    <w:rsid w:val="009E46D5"/>
    <w:rPr>
      <w:color w:val="0000FF" w:themeColor="hyperlink"/>
      <w:u w:val="single"/>
    </w:rPr>
  </w:style>
  <w:style w:type="paragraph" w:styleId="BalloonText">
    <w:name w:val="Balloon Text"/>
    <w:basedOn w:val="Normal"/>
    <w:link w:val="BalloonTextChar"/>
    <w:uiPriority w:val="99"/>
    <w:semiHidden/>
    <w:unhideWhenUsed/>
    <w:rsid w:val="00BD5F13"/>
    <w:rPr>
      <w:rFonts w:ascii="Tahoma" w:hAnsi="Tahoma" w:cs="Tahoma"/>
      <w:sz w:val="16"/>
      <w:szCs w:val="16"/>
    </w:rPr>
  </w:style>
  <w:style w:type="character" w:customStyle="1" w:styleId="BalloonTextChar">
    <w:name w:val="Balloon Text Char"/>
    <w:basedOn w:val="DefaultParagraphFont"/>
    <w:link w:val="BalloonText"/>
    <w:uiPriority w:val="99"/>
    <w:semiHidden/>
    <w:rsid w:val="00BD5F13"/>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1731</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Melody</dc:creator>
  <cp:lastModifiedBy>Melody</cp:lastModifiedBy>
  <cp:revision>2</cp:revision>
  <cp:lastPrinted>2010-05-16T00:46:00Z</cp:lastPrinted>
  <dcterms:created xsi:type="dcterms:W3CDTF">2010-05-16T00:47:00Z</dcterms:created>
  <dcterms:modified xsi:type="dcterms:W3CDTF">2010-05-16T00:47:00Z</dcterms:modified>
</cp:coreProperties>
</file>